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053" w:rsidRPr="002A6C88" w:rsidRDefault="00BE1053" w:rsidP="00E915C2">
      <w:pPr>
        <w:pStyle w:val="1"/>
        <w:rPr>
          <w:sz w:val="24"/>
          <w:szCs w:val="24"/>
        </w:rPr>
      </w:pP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2A6C88">
        <w:rPr>
          <w:sz w:val="24"/>
          <w:szCs w:val="24"/>
        </w:rPr>
        <w:t>Мировому судье</w:t>
      </w:r>
    </w:p>
    <w:p w:rsidR="00BE1053" w:rsidRPr="002A6C88" w:rsidRDefault="00BE1053" w:rsidP="00E915C2">
      <w:pPr>
        <w:jc w:val="both"/>
        <w:rPr>
          <w:sz w:val="24"/>
          <w:szCs w:val="24"/>
        </w:rPr>
      </w:pP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>
        <w:rPr>
          <w:sz w:val="24"/>
          <w:szCs w:val="24"/>
        </w:rPr>
        <w:t>……</w:t>
      </w:r>
      <w:r w:rsidRPr="002A6C88">
        <w:rPr>
          <w:sz w:val="24"/>
          <w:szCs w:val="24"/>
        </w:rPr>
        <w:t>судебного участка</w:t>
      </w:r>
    </w:p>
    <w:p w:rsidR="00BE1053" w:rsidRPr="002A6C88" w:rsidRDefault="00BE1053" w:rsidP="00E915C2">
      <w:pPr>
        <w:jc w:val="both"/>
        <w:rPr>
          <w:sz w:val="24"/>
          <w:szCs w:val="24"/>
        </w:rPr>
      </w:pP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  <w:t xml:space="preserve">Подольского судебного района </w:t>
      </w:r>
    </w:p>
    <w:p w:rsidR="00BE1053" w:rsidRDefault="00BE1053" w:rsidP="00E915C2">
      <w:pPr>
        <w:jc w:val="both"/>
        <w:rPr>
          <w:sz w:val="24"/>
          <w:szCs w:val="24"/>
        </w:rPr>
      </w:pP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</w:r>
      <w:r w:rsidRPr="002A6C88">
        <w:rPr>
          <w:sz w:val="24"/>
          <w:szCs w:val="24"/>
        </w:rPr>
        <w:tab/>
        <w:t>Московской области</w:t>
      </w:r>
    </w:p>
    <w:p w:rsidR="00BE1053" w:rsidRPr="002A6C88" w:rsidRDefault="00BE1053" w:rsidP="00E915C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…………..</w:t>
      </w:r>
    </w:p>
    <w:p w:rsidR="00BE1053" w:rsidRDefault="00BE1053" w:rsidP="00810E69">
      <w:pPr>
        <w:jc w:val="both"/>
        <w:rPr>
          <w:sz w:val="24"/>
          <w:szCs w:val="24"/>
        </w:rPr>
      </w:pPr>
    </w:p>
    <w:p w:rsidR="00F965FB" w:rsidRDefault="00F965FB" w:rsidP="00810E69">
      <w:pPr>
        <w:jc w:val="both"/>
        <w:rPr>
          <w:sz w:val="24"/>
          <w:szCs w:val="24"/>
        </w:rPr>
      </w:pPr>
    </w:p>
    <w:p w:rsidR="00BE1053" w:rsidRPr="006B1D90" w:rsidRDefault="00BE1053" w:rsidP="002E35D1">
      <w:pPr>
        <w:ind w:left="3600" w:firstLine="720"/>
        <w:jc w:val="both"/>
        <w:rPr>
          <w:sz w:val="24"/>
          <w:szCs w:val="24"/>
        </w:rPr>
      </w:pPr>
      <w:r w:rsidRPr="00CD4DAC">
        <w:rPr>
          <w:b/>
          <w:sz w:val="24"/>
          <w:szCs w:val="24"/>
        </w:rPr>
        <w:t>Истец:</w:t>
      </w:r>
      <w:r>
        <w:rPr>
          <w:sz w:val="24"/>
          <w:szCs w:val="24"/>
        </w:rPr>
        <w:t xml:space="preserve"> А….. А</w:t>
      </w:r>
      <w:proofErr w:type="gramStart"/>
      <w:r>
        <w:rPr>
          <w:sz w:val="24"/>
          <w:szCs w:val="24"/>
        </w:rPr>
        <w:t>….</w:t>
      </w:r>
      <w:proofErr w:type="gramEnd"/>
      <w:r>
        <w:rPr>
          <w:sz w:val="24"/>
          <w:szCs w:val="24"/>
        </w:rPr>
        <w:t>А….</w:t>
      </w:r>
    </w:p>
    <w:p w:rsidR="00BE1053" w:rsidRDefault="00BE1053" w:rsidP="002E35D1">
      <w:pPr>
        <w:ind w:left="4332"/>
        <w:rPr>
          <w:sz w:val="24"/>
          <w:szCs w:val="24"/>
        </w:rPr>
      </w:pPr>
      <w:proofErr w:type="spellStart"/>
      <w:r>
        <w:rPr>
          <w:sz w:val="24"/>
          <w:szCs w:val="24"/>
        </w:rPr>
        <w:t>зарегистр</w:t>
      </w:r>
      <w:proofErr w:type="spellEnd"/>
      <w:r>
        <w:rPr>
          <w:sz w:val="24"/>
          <w:szCs w:val="24"/>
        </w:rPr>
        <w:t>.: Московская область,</w:t>
      </w:r>
    </w:p>
    <w:p w:rsidR="00BE1053" w:rsidRPr="006B1D90" w:rsidRDefault="00BE1053" w:rsidP="006454C3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t>г. Подольск</w:t>
      </w:r>
      <w:r w:rsidRPr="006B1D9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ул</w:t>
      </w:r>
      <w:proofErr w:type="spellEnd"/>
      <w:proofErr w:type="gramEnd"/>
      <w:r>
        <w:rPr>
          <w:sz w:val="24"/>
          <w:szCs w:val="24"/>
        </w:rPr>
        <w:t>……</w:t>
      </w:r>
      <w:r w:rsidRPr="006B1D90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д.ю</w:t>
      </w:r>
      <w:proofErr w:type="spellEnd"/>
      <w:r>
        <w:rPr>
          <w:sz w:val="24"/>
          <w:szCs w:val="24"/>
        </w:rPr>
        <w:t>…, кв. ..</w:t>
      </w:r>
    </w:p>
    <w:p w:rsidR="00BE1053" w:rsidRDefault="00BE1053" w:rsidP="002E35D1">
      <w:pPr>
        <w:jc w:val="both"/>
        <w:rPr>
          <w:sz w:val="24"/>
          <w:szCs w:val="24"/>
        </w:rPr>
      </w:pPr>
      <w:r w:rsidRPr="006B1D90">
        <w:rPr>
          <w:sz w:val="24"/>
          <w:szCs w:val="24"/>
        </w:rPr>
        <w:t xml:space="preserve">                                                                       </w:t>
      </w:r>
      <w:r w:rsidR="006454C3"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  <w:t xml:space="preserve">т. </w:t>
      </w:r>
    </w:p>
    <w:p w:rsidR="00BE1053" w:rsidRPr="006A5C66" w:rsidRDefault="00BE1053" w:rsidP="002A6C88">
      <w:pPr>
        <w:jc w:val="both"/>
        <w:rPr>
          <w:sz w:val="24"/>
          <w:szCs w:val="24"/>
        </w:rPr>
      </w:pPr>
    </w:p>
    <w:p w:rsidR="00BE1053" w:rsidRPr="006B1D90" w:rsidRDefault="00BE1053" w:rsidP="002A6C88">
      <w:pPr>
        <w:jc w:val="both"/>
        <w:rPr>
          <w:sz w:val="24"/>
          <w:szCs w:val="24"/>
        </w:rPr>
      </w:pP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6B1D90">
        <w:rPr>
          <w:sz w:val="24"/>
          <w:szCs w:val="24"/>
        </w:rPr>
        <w:tab/>
      </w:r>
      <w:r w:rsidRPr="00CD4DAC">
        <w:rPr>
          <w:b/>
          <w:sz w:val="24"/>
          <w:szCs w:val="24"/>
        </w:rPr>
        <w:t>Ответчик:</w:t>
      </w:r>
      <w:r>
        <w:rPr>
          <w:sz w:val="24"/>
          <w:szCs w:val="24"/>
        </w:rPr>
        <w:t xml:space="preserve"> ООО «ООО</w:t>
      </w:r>
      <w:r w:rsidRPr="006B1D90">
        <w:rPr>
          <w:sz w:val="24"/>
          <w:szCs w:val="24"/>
        </w:rPr>
        <w:t>»</w:t>
      </w:r>
    </w:p>
    <w:p w:rsidR="004D41C3" w:rsidRDefault="00BE1053" w:rsidP="00CD4DA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D41C3">
        <w:rPr>
          <w:sz w:val="24"/>
          <w:szCs w:val="24"/>
        </w:rPr>
        <w:t>ИНН:</w:t>
      </w:r>
    </w:p>
    <w:p w:rsidR="00BE1053" w:rsidRPr="006B1D90" w:rsidRDefault="00BE1053" w:rsidP="004D41C3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юр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дрес</w:t>
      </w:r>
      <w:r w:rsidRPr="006B1D90">
        <w:rPr>
          <w:sz w:val="24"/>
          <w:szCs w:val="24"/>
        </w:rPr>
        <w:t xml:space="preserve">:  </w:t>
      </w:r>
      <w:smartTag w:uri="urn:schemas-microsoft-com:office:smarttags" w:element="metricconverter">
        <w:smartTagPr>
          <w:attr w:name="ProductID" w:val="127276, г"/>
        </w:smartTagPr>
        <w:r w:rsidRPr="006B1D90">
          <w:rPr>
            <w:sz w:val="24"/>
            <w:szCs w:val="24"/>
          </w:rPr>
          <w:t>127276, г</w:t>
        </w:r>
      </w:smartTag>
      <w:r w:rsidRPr="006B1D90">
        <w:rPr>
          <w:sz w:val="24"/>
          <w:szCs w:val="24"/>
        </w:rPr>
        <w:t>. Москва,</w:t>
      </w:r>
      <w:r>
        <w:rPr>
          <w:sz w:val="24"/>
          <w:szCs w:val="24"/>
        </w:rPr>
        <w:t xml:space="preserve"> ул. ….., д… </w:t>
      </w:r>
    </w:p>
    <w:p w:rsidR="00BE1053" w:rsidRPr="006B1D90" w:rsidRDefault="00BE1053" w:rsidP="003C1BC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6B1D90">
        <w:rPr>
          <w:sz w:val="24"/>
          <w:szCs w:val="24"/>
        </w:rPr>
        <w:t>факт</w:t>
      </w:r>
      <w:proofErr w:type="gramStart"/>
      <w:r w:rsidRPr="006B1D90">
        <w:rPr>
          <w:sz w:val="24"/>
          <w:szCs w:val="24"/>
        </w:rPr>
        <w:t>.а</w:t>
      </w:r>
      <w:proofErr w:type="gramEnd"/>
      <w:r w:rsidRPr="006B1D90">
        <w:rPr>
          <w:sz w:val="24"/>
          <w:szCs w:val="24"/>
        </w:rPr>
        <w:t>дрес</w:t>
      </w:r>
      <w:proofErr w:type="spellEnd"/>
      <w:r w:rsidRPr="006B1D90">
        <w:rPr>
          <w:sz w:val="24"/>
          <w:szCs w:val="24"/>
        </w:rPr>
        <w:t>: Московская область, г. Подольск,</w:t>
      </w:r>
    </w:p>
    <w:p w:rsidR="00BE1053" w:rsidRDefault="006334A7" w:rsidP="00CD4DAC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t>….</w:t>
      </w:r>
      <w:r w:rsidR="00BE1053" w:rsidRPr="006B1D90">
        <w:rPr>
          <w:sz w:val="24"/>
          <w:szCs w:val="24"/>
        </w:rPr>
        <w:t>, д</w:t>
      </w:r>
      <w:r>
        <w:rPr>
          <w:sz w:val="24"/>
          <w:szCs w:val="24"/>
        </w:rPr>
        <w:t>….</w:t>
      </w:r>
    </w:p>
    <w:p w:rsidR="00BE1053" w:rsidRPr="006B1D90" w:rsidRDefault="006334A7" w:rsidP="00CD4DAC">
      <w:pPr>
        <w:ind w:left="4320" w:firstLine="720"/>
        <w:rPr>
          <w:sz w:val="24"/>
          <w:szCs w:val="24"/>
        </w:rPr>
      </w:pPr>
      <w:r>
        <w:rPr>
          <w:sz w:val="24"/>
          <w:szCs w:val="24"/>
        </w:rPr>
        <w:t>ТЦ «…</w:t>
      </w:r>
      <w:r w:rsidR="00BE1053">
        <w:rPr>
          <w:sz w:val="24"/>
          <w:szCs w:val="24"/>
        </w:rPr>
        <w:t>»</w:t>
      </w:r>
    </w:p>
    <w:p w:rsidR="00BE1053" w:rsidRPr="0062217F" w:rsidRDefault="00BE1053" w:rsidP="0062217F">
      <w:pPr>
        <w:ind w:left="5040"/>
        <w:rPr>
          <w:sz w:val="24"/>
          <w:szCs w:val="24"/>
        </w:rPr>
      </w:pPr>
      <w:r>
        <w:rPr>
          <w:sz w:val="24"/>
          <w:szCs w:val="24"/>
        </w:rPr>
        <w:t>т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</w:t>
      </w:r>
    </w:p>
    <w:p w:rsidR="004D41C3" w:rsidRDefault="004D41C3" w:rsidP="004D41C3">
      <w:pPr>
        <w:ind w:left="4253"/>
        <w:jc w:val="both"/>
        <w:rPr>
          <w:b/>
          <w:sz w:val="24"/>
          <w:szCs w:val="24"/>
        </w:rPr>
      </w:pPr>
    </w:p>
    <w:p w:rsidR="004D41C3" w:rsidRDefault="004D41C3" w:rsidP="004D41C3">
      <w:pPr>
        <w:ind w:left="4253"/>
        <w:jc w:val="both"/>
        <w:rPr>
          <w:b/>
          <w:sz w:val="24"/>
          <w:szCs w:val="24"/>
        </w:rPr>
      </w:pPr>
    </w:p>
    <w:p w:rsidR="004D41C3" w:rsidRDefault="004D41C3" w:rsidP="004D41C3">
      <w:pPr>
        <w:ind w:left="425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Лицо для дачи заключения по делу</w:t>
      </w:r>
    </w:p>
    <w:p w:rsidR="004D41C3" w:rsidRDefault="004D41C3" w:rsidP="004D41C3">
      <w:pPr>
        <w:pStyle w:val="3"/>
        <w:spacing w:line="240" w:lineRule="auto"/>
        <w:ind w:left="4253"/>
        <w:rPr>
          <w:b/>
          <w:sz w:val="20"/>
        </w:rPr>
      </w:pPr>
      <w:r>
        <w:rPr>
          <w:b/>
          <w:sz w:val="20"/>
        </w:rPr>
        <w:t>(ст. 47 ГПК РФ, п. 27 Постановления Пленума Верхо</w:t>
      </w:r>
      <w:r>
        <w:rPr>
          <w:b/>
          <w:sz w:val="20"/>
        </w:rPr>
        <w:t>в</w:t>
      </w:r>
      <w:r>
        <w:rPr>
          <w:b/>
          <w:sz w:val="20"/>
        </w:rPr>
        <w:t>ного Суда РФ от 28.06.2012 № 17)</w:t>
      </w:r>
      <w:r>
        <w:rPr>
          <w:b/>
          <w:sz w:val="24"/>
          <w:szCs w:val="24"/>
        </w:rPr>
        <w:t>:</w:t>
      </w:r>
    </w:p>
    <w:p w:rsidR="004D41C3" w:rsidRDefault="004D41C3" w:rsidP="004D41C3">
      <w:pPr>
        <w:ind w:left="4253"/>
        <w:jc w:val="both"/>
        <w:rPr>
          <w:bCs/>
          <w:sz w:val="24"/>
          <w:szCs w:val="24"/>
        </w:rPr>
      </w:pPr>
      <w:r>
        <w:rPr>
          <w:sz w:val="24"/>
          <w:szCs w:val="24"/>
        </w:rPr>
        <w:t>Отдел защиты прав потребителей</w:t>
      </w:r>
      <w:r>
        <w:rPr>
          <w:bCs/>
          <w:sz w:val="24"/>
          <w:szCs w:val="24"/>
        </w:rPr>
        <w:t xml:space="preserve"> </w:t>
      </w:r>
    </w:p>
    <w:p w:rsidR="004D41C3" w:rsidRDefault="004D41C3" w:rsidP="004D41C3">
      <w:pPr>
        <w:ind w:left="4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Управления потребительского рынка</w:t>
      </w:r>
    </w:p>
    <w:p w:rsidR="004D41C3" w:rsidRDefault="004D41C3" w:rsidP="004D41C3">
      <w:pPr>
        <w:ind w:left="4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Администрации Городского округа </w:t>
      </w:r>
    </w:p>
    <w:p w:rsidR="004D41C3" w:rsidRDefault="004D41C3" w:rsidP="004D41C3">
      <w:pPr>
        <w:ind w:left="4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Подольск </w:t>
      </w:r>
    </w:p>
    <w:p w:rsidR="004D41C3" w:rsidRDefault="004D41C3" w:rsidP="004D41C3">
      <w:pPr>
        <w:ind w:left="4253"/>
        <w:jc w:val="both"/>
        <w:rPr>
          <w:sz w:val="24"/>
          <w:szCs w:val="24"/>
        </w:rPr>
      </w:pPr>
      <w:r>
        <w:rPr>
          <w:iCs/>
          <w:sz w:val="24"/>
          <w:szCs w:val="24"/>
          <w:bdr w:val="none" w:sz="0" w:space="0" w:color="auto" w:frame="1"/>
        </w:rPr>
        <w:t xml:space="preserve">адрес: 142100, </w:t>
      </w:r>
      <w:r>
        <w:rPr>
          <w:sz w:val="24"/>
          <w:szCs w:val="24"/>
        </w:rPr>
        <w:t>МО, г. Подольск,</w:t>
      </w:r>
    </w:p>
    <w:p w:rsidR="004D41C3" w:rsidRDefault="004D41C3" w:rsidP="004D41C3">
      <w:pPr>
        <w:ind w:left="425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ул. Кирова, д.4,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 xml:space="preserve">. 147, 148, </w:t>
      </w:r>
    </w:p>
    <w:p w:rsidR="004D41C3" w:rsidRDefault="004D41C3" w:rsidP="004D41C3">
      <w:pPr>
        <w:ind w:left="425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Email</w:t>
      </w:r>
      <w:r>
        <w:rPr>
          <w:sz w:val="24"/>
          <w:szCs w:val="24"/>
        </w:rPr>
        <w:t xml:space="preserve">: </w:t>
      </w:r>
      <w:hyperlink r:id="rId8" w:history="1">
        <w:r>
          <w:rPr>
            <w:rStyle w:val="ad"/>
            <w:sz w:val="22"/>
            <w:szCs w:val="22"/>
            <w:lang w:val="en-US"/>
          </w:rPr>
          <w:t>komitetpr</w:t>
        </w:r>
        <w:r>
          <w:rPr>
            <w:rStyle w:val="ad"/>
            <w:sz w:val="22"/>
            <w:szCs w:val="22"/>
          </w:rPr>
          <w:t>@</w:t>
        </w:r>
        <w:r>
          <w:rPr>
            <w:rStyle w:val="ad"/>
            <w:sz w:val="22"/>
            <w:szCs w:val="22"/>
            <w:lang w:val="en-US"/>
          </w:rPr>
          <w:t>adm</w:t>
        </w:r>
        <w:r>
          <w:rPr>
            <w:rStyle w:val="ad"/>
            <w:sz w:val="22"/>
            <w:szCs w:val="22"/>
          </w:rPr>
          <w:t>.</w:t>
        </w:r>
        <w:r>
          <w:rPr>
            <w:rStyle w:val="ad"/>
            <w:sz w:val="22"/>
            <w:szCs w:val="22"/>
            <w:lang w:val="en-US"/>
          </w:rPr>
          <w:t>podolsk</w:t>
        </w:r>
        <w:r>
          <w:rPr>
            <w:rStyle w:val="ad"/>
            <w:sz w:val="22"/>
            <w:szCs w:val="22"/>
          </w:rPr>
          <w:t>.</w:t>
        </w:r>
        <w:r>
          <w:rPr>
            <w:rStyle w:val="ad"/>
            <w:sz w:val="22"/>
            <w:szCs w:val="22"/>
            <w:lang w:val="en-US"/>
          </w:rPr>
          <w:t>ru</w:t>
        </w:r>
      </w:hyperlink>
    </w:p>
    <w:p w:rsidR="004D41C3" w:rsidRDefault="004D41C3" w:rsidP="004D41C3">
      <w:pPr>
        <w:ind w:left="425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т. 8(4967)555-756 </w:t>
      </w:r>
    </w:p>
    <w:p w:rsidR="00BE1053" w:rsidRDefault="00BE1053" w:rsidP="002A6C88">
      <w:pPr>
        <w:tabs>
          <w:tab w:val="left" w:pos="3686"/>
        </w:tabs>
        <w:rPr>
          <w:sz w:val="16"/>
          <w:szCs w:val="16"/>
        </w:rPr>
      </w:pPr>
    </w:p>
    <w:p w:rsidR="004D41C3" w:rsidRDefault="004D41C3" w:rsidP="002A6C88">
      <w:pPr>
        <w:tabs>
          <w:tab w:val="left" w:pos="3686"/>
        </w:tabs>
        <w:rPr>
          <w:sz w:val="16"/>
          <w:szCs w:val="16"/>
        </w:rPr>
      </w:pPr>
    </w:p>
    <w:p w:rsidR="004D41C3" w:rsidRPr="00100120" w:rsidRDefault="004D41C3" w:rsidP="002A6C88">
      <w:pPr>
        <w:tabs>
          <w:tab w:val="left" w:pos="3686"/>
        </w:tabs>
        <w:rPr>
          <w:sz w:val="16"/>
          <w:szCs w:val="16"/>
        </w:rPr>
      </w:pPr>
    </w:p>
    <w:p w:rsidR="00BE1053" w:rsidRPr="00230CD3" w:rsidRDefault="00BE1053" w:rsidP="00AE0EE3">
      <w:pPr>
        <w:pStyle w:val="3"/>
        <w:spacing w:line="240" w:lineRule="auto"/>
        <w:ind w:left="3600"/>
        <w:rPr>
          <w:i/>
          <w:sz w:val="20"/>
        </w:rPr>
      </w:pPr>
      <w:r w:rsidRPr="00230CD3">
        <w:rPr>
          <w:sz w:val="20"/>
        </w:rPr>
        <w:t xml:space="preserve">От уплаты государственной пошлины – </w:t>
      </w:r>
      <w:proofErr w:type="gramStart"/>
      <w:r w:rsidRPr="00230CD3">
        <w:rPr>
          <w:i/>
          <w:sz w:val="20"/>
        </w:rPr>
        <w:t>освобожден</w:t>
      </w:r>
      <w:proofErr w:type="gramEnd"/>
      <w:r w:rsidRPr="00230CD3">
        <w:rPr>
          <w:i/>
          <w:sz w:val="20"/>
        </w:rPr>
        <w:t xml:space="preserve"> (на)</w:t>
      </w:r>
    </w:p>
    <w:p w:rsidR="00BE1053" w:rsidRPr="00230CD3" w:rsidRDefault="00BE1053" w:rsidP="00752D1D">
      <w:pPr>
        <w:pStyle w:val="3"/>
        <w:spacing w:line="240" w:lineRule="auto"/>
        <w:ind w:left="3600" w:firstLine="720"/>
        <w:rPr>
          <w:i/>
          <w:sz w:val="20"/>
        </w:rPr>
      </w:pPr>
      <w:r w:rsidRPr="00230CD3">
        <w:rPr>
          <w:i/>
          <w:sz w:val="20"/>
        </w:rPr>
        <w:t xml:space="preserve"> ч.2 ст.333.36 НК РФ и в соответствии ст. 17 </w:t>
      </w:r>
    </w:p>
    <w:p w:rsidR="00BE1053" w:rsidRPr="00230CD3" w:rsidRDefault="00BE1053" w:rsidP="00752D1D">
      <w:pPr>
        <w:pStyle w:val="3"/>
        <w:spacing w:line="240" w:lineRule="auto"/>
        <w:ind w:left="3600" w:firstLine="720"/>
        <w:rPr>
          <w:i/>
          <w:sz w:val="20"/>
        </w:rPr>
      </w:pPr>
      <w:r w:rsidRPr="00230CD3">
        <w:rPr>
          <w:i/>
          <w:sz w:val="20"/>
        </w:rPr>
        <w:t xml:space="preserve">Закона Российской Федерации «О защите прав </w:t>
      </w:r>
    </w:p>
    <w:p w:rsidR="00BE1053" w:rsidRPr="00230CD3" w:rsidRDefault="00BE1053" w:rsidP="00752D1D">
      <w:pPr>
        <w:pStyle w:val="3"/>
        <w:spacing w:line="240" w:lineRule="auto"/>
        <w:ind w:left="3600" w:firstLine="720"/>
        <w:rPr>
          <w:i/>
          <w:sz w:val="20"/>
        </w:rPr>
      </w:pPr>
      <w:r w:rsidRPr="00230CD3">
        <w:rPr>
          <w:i/>
          <w:sz w:val="20"/>
        </w:rPr>
        <w:t>потребителей»</w:t>
      </w:r>
    </w:p>
    <w:p w:rsidR="00BE1053" w:rsidRDefault="00BE1053" w:rsidP="00D65A61">
      <w:pPr>
        <w:pStyle w:val="2"/>
        <w:jc w:val="left"/>
        <w:rPr>
          <w:sz w:val="24"/>
          <w:szCs w:val="24"/>
        </w:rPr>
      </w:pPr>
    </w:p>
    <w:p w:rsidR="00BE1053" w:rsidRPr="00CD4DAC" w:rsidRDefault="00BE1053" w:rsidP="00CD4DAC"/>
    <w:p w:rsidR="00BE1053" w:rsidRPr="009A36AA" w:rsidRDefault="00BE1053" w:rsidP="009A36AA"/>
    <w:p w:rsidR="00BE1053" w:rsidRPr="006B1D90" w:rsidRDefault="00BE1053" w:rsidP="002A6C88">
      <w:pPr>
        <w:pStyle w:val="2"/>
        <w:rPr>
          <w:sz w:val="24"/>
          <w:szCs w:val="24"/>
        </w:rPr>
      </w:pPr>
      <w:r w:rsidRPr="006B1D90">
        <w:rPr>
          <w:sz w:val="24"/>
          <w:szCs w:val="24"/>
        </w:rPr>
        <w:t xml:space="preserve">И С К О В О Е   </w:t>
      </w:r>
      <w:proofErr w:type="gramStart"/>
      <w:r w:rsidRPr="006B1D90">
        <w:rPr>
          <w:sz w:val="24"/>
          <w:szCs w:val="24"/>
        </w:rPr>
        <w:t>З</w:t>
      </w:r>
      <w:proofErr w:type="gramEnd"/>
      <w:r w:rsidRPr="006B1D90">
        <w:rPr>
          <w:sz w:val="24"/>
          <w:szCs w:val="24"/>
        </w:rPr>
        <w:t xml:space="preserve"> А Я В Л Е Н И Е</w:t>
      </w:r>
    </w:p>
    <w:p w:rsidR="00BE1053" w:rsidRPr="006B1D90" w:rsidRDefault="00BE1053" w:rsidP="002A6C88">
      <w:pPr>
        <w:jc w:val="center"/>
        <w:rPr>
          <w:sz w:val="24"/>
          <w:szCs w:val="24"/>
        </w:rPr>
      </w:pPr>
      <w:r w:rsidRPr="006B1D90">
        <w:rPr>
          <w:sz w:val="24"/>
          <w:szCs w:val="24"/>
        </w:rPr>
        <w:t>(о защите прав потребителей)</w:t>
      </w:r>
    </w:p>
    <w:p w:rsidR="00BE1053" w:rsidRDefault="00BE1053" w:rsidP="00BF5359">
      <w:pPr>
        <w:ind w:left="3540" w:firstLine="708"/>
        <w:rPr>
          <w:sz w:val="16"/>
          <w:szCs w:val="16"/>
        </w:rPr>
      </w:pPr>
    </w:p>
    <w:p w:rsidR="00BE1053" w:rsidRDefault="00BE1053" w:rsidP="00BF5359">
      <w:pPr>
        <w:ind w:left="3540" w:firstLine="708"/>
        <w:rPr>
          <w:sz w:val="16"/>
          <w:szCs w:val="16"/>
        </w:rPr>
      </w:pPr>
    </w:p>
    <w:p w:rsidR="00BE1053" w:rsidRPr="009F1081" w:rsidRDefault="00BE1053" w:rsidP="00BF5359">
      <w:pPr>
        <w:ind w:left="3540" w:firstLine="708"/>
        <w:rPr>
          <w:sz w:val="16"/>
          <w:szCs w:val="16"/>
        </w:rPr>
      </w:pPr>
    </w:p>
    <w:p w:rsidR="00BE1053" w:rsidRDefault="004D41C3" w:rsidP="000A4A4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12.11.2016</w:t>
      </w:r>
      <w:r w:rsidR="00BE1053">
        <w:rPr>
          <w:sz w:val="24"/>
          <w:szCs w:val="24"/>
        </w:rPr>
        <w:t xml:space="preserve"> я, А…А.А.,</w:t>
      </w:r>
      <w:r w:rsidR="00BE1053" w:rsidRPr="006B1D90">
        <w:rPr>
          <w:sz w:val="24"/>
          <w:szCs w:val="24"/>
        </w:rPr>
        <w:t xml:space="preserve"> </w:t>
      </w:r>
      <w:r w:rsidR="00BE1053">
        <w:rPr>
          <w:sz w:val="24"/>
          <w:szCs w:val="24"/>
        </w:rPr>
        <w:t>поручила моей маме  А.. Л.Н. оплатить договор № 42-2542</w:t>
      </w:r>
      <w:r w:rsidR="00BE1053" w:rsidRPr="006B1D90">
        <w:rPr>
          <w:sz w:val="24"/>
          <w:szCs w:val="24"/>
        </w:rPr>
        <w:t xml:space="preserve"> </w:t>
      </w:r>
      <w:r w:rsidR="00BE1053">
        <w:rPr>
          <w:sz w:val="24"/>
          <w:szCs w:val="24"/>
        </w:rPr>
        <w:t>на приобретение углового дивана «</w:t>
      </w:r>
      <w:r w:rsidR="006334A7">
        <w:rPr>
          <w:sz w:val="24"/>
          <w:szCs w:val="24"/>
        </w:rPr>
        <w:t>наименование</w:t>
      </w:r>
      <w:r w:rsidR="00BE1053">
        <w:rPr>
          <w:sz w:val="24"/>
          <w:szCs w:val="24"/>
        </w:rPr>
        <w:t>» стоимостью с учетом скидки по акции 39060 руб. Доставка дивана должна была быть осуществлена по адресу: г. Подольск, ул….., д…., кв. ... Стоимость доставки 1990 руб.</w:t>
      </w:r>
    </w:p>
    <w:p w:rsidR="00BE1053" w:rsidRDefault="00BE1053" w:rsidP="000A4A4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Внесена оплата в размере  41050 руб. банковской карты моей мамы.</w:t>
      </w:r>
    </w:p>
    <w:p w:rsidR="00BE1053" w:rsidRPr="006B1D90" w:rsidRDefault="00BE1053" w:rsidP="0073734E">
      <w:pPr>
        <w:ind w:firstLine="540"/>
        <w:jc w:val="both"/>
        <w:rPr>
          <w:sz w:val="24"/>
          <w:szCs w:val="24"/>
        </w:rPr>
      </w:pPr>
      <w:r w:rsidRPr="006B1D90">
        <w:rPr>
          <w:sz w:val="24"/>
          <w:szCs w:val="24"/>
        </w:rPr>
        <w:t xml:space="preserve">Срок исполнения договора </w:t>
      </w:r>
      <w:r>
        <w:rPr>
          <w:b/>
          <w:sz w:val="24"/>
          <w:szCs w:val="24"/>
        </w:rPr>
        <w:t>21.12</w:t>
      </w:r>
      <w:r w:rsidR="004D41C3">
        <w:rPr>
          <w:b/>
          <w:sz w:val="24"/>
          <w:szCs w:val="24"/>
        </w:rPr>
        <w:t>.2016</w:t>
      </w:r>
      <w:r>
        <w:rPr>
          <w:b/>
          <w:sz w:val="24"/>
          <w:szCs w:val="24"/>
        </w:rPr>
        <w:t>.</w:t>
      </w:r>
      <w:r w:rsidRPr="006B1D90">
        <w:rPr>
          <w:sz w:val="24"/>
          <w:szCs w:val="24"/>
        </w:rPr>
        <w:t xml:space="preserve"> </w:t>
      </w:r>
    </w:p>
    <w:p w:rsidR="00BE1053" w:rsidRPr="006B1D90" w:rsidRDefault="004D41C3" w:rsidP="00A2122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21.12.2016</w:t>
      </w:r>
      <w:r w:rsidR="00BE1053">
        <w:rPr>
          <w:sz w:val="24"/>
          <w:szCs w:val="24"/>
        </w:rPr>
        <w:t xml:space="preserve"> диван</w:t>
      </w:r>
      <w:r w:rsidR="00BE1053" w:rsidRPr="006B1D90">
        <w:rPr>
          <w:sz w:val="24"/>
          <w:szCs w:val="24"/>
        </w:rPr>
        <w:t xml:space="preserve"> не доставлен, договор не исполнен.</w:t>
      </w:r>
    </w:p>
    <w:p w:rsidR="00BE1053" w:rsidRPr="006B1D90" w:rsidRDefault="00BE1053" w:rsidP="00B5751F">
      <w:pPr>
        <w:ind w:firstLine="540"/>
        <w:jc w:val="both"/>
        <w:rPr>
          <w:sz w:val="24"/>
          <w:szCs w:val="24"/>
        </w:rPr>
      </w:pPr>
      <w:r w:rsidRPr="006B1D90">
        <w:rPr>
          <w:sz w:val="24"/>
          <w:szCs w:val="24"/>
        </w:rPr>
        <w:t>Тем самым, нарушена ст. 23.1 Закона РФ «О защите прав потребителей».</w:t>
      </w:r>
    </w:p>
    <w:p w:rsidR="00BE1053" w:rsidRPr="006B1D90" w:rsidRDefault="00BE1053" w:rsidP="00B5751F">
      <w:pPr>
        <w:ind w:firstLine="540"/>
        <w:jc w:val="both"/>
        <w:rPr>
          <w:sz w:val="24"/>
          <w:szCs w:val="24"/>
        </w:rPr>
      </w:pPr>
      <w:r w:rsidRPr="006B1D90">
        <w:rPr>
          <w:sz w:val="24"/>
          <w:szCs w:val="24"/>
        </w:rPr>
        <w:t>Согласно ст. 23.1. Закона РФ «О защите прав потребителей»: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b/>
          <w:i/>
          <w:sz w:val="24"/>
          <w:szCs w:val="24"/>
        </w:rPr>
      </w:pPr>
      <w:r w:rsidRPr="006B1D90">
        <w:rPr>
          <w:i/>
          <w:sz w:val="24"/>
          <w:szCs w:val="24"/>
        </w:rPr>
        <w:lastRenderedPageBreak/>
        <w:t>1. Договор купли-продажи, предусматривающий обязанность потребителя предв</w:t>
      </w:r>
      <w:r w:rsidRPr="006B1D90">
        <w:rPr>
          <w:i/>
          <w:sz w:val="24"/>
          <w:szCs w:val="24"/>
        </w:rPr>
        <w:t>а</w:t>
      </w:r>
      <w:r w:rsidRPr="006B1D90">
        <w:rPr>
          <w:i/>
          <w:sz w:val="24"/>
          <w:szCs w:val="24"/>
        </w:rPr>
        <w:t xml:space="preserve">рительно оплатить товар, </w:t>
      </w:r>
      <w:r w:rsidRPr="006B1D90">
        <w:rPr>
          <w:b/>
          <w:i/>
          <w:sz w:val="24"/>
          <w:szCs w:val="24"/>
        </w:rPr>
        <w:t>должен содержать</w:t>
      </w:r>
      <w:r w:rsidRPr="006B1D90">
        <w:rPr>
          <w:i/>
          <w:sz w:val="24"/>
          <w:szCs w:val="24"/>
        </w:rPr>
        <w:t xml:space="preserve"> </w:t>
      </w:r>
      <w:r w:rsidRPr="006B1D90">
        <w:rPr>
          <w:b/>
          <w:i/>
          <w:sz w:val="24"/>
          <w:szCs w:val="24"/>
        </w:rPr>
        <w:t>условие о сроке передачи товара п</w:t>
      </w:r>
      <w:r w:rsidRPr="006B1D90">
        <w:rPr>
          <w:b/>
          <w:i/>
          <w:sz w:val="24"/>
          <w:szCs w:val="24"/>
        </w:rPr>
        <w:t>о</w:t>
      </w:r>
      <w:r w:rsidRPr="006B1D90">
        <w:rPr>
          <w:b/>
          <w:i/>
          <w:sz w:val="24"/>
          <w:szCs w:val="24"/>
        </w:rPr>
        <w:t>требителю.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6B1D90">
        <w:rPr>
          <w:i/>
          <w:sz w:val="24"/>
          <w:szCs w:val="24"/>
        </w:rPr>
        <w:t>2. В случае</w:t>
      </w:r>
      <w:proofErr w:type="gramStart"/>
      <w:r w:rsidRPr="006B1D90">
        <w:rPr>
          <w:i/>
          <w:sz w:val="24"/>
          <w:szCs w:val="24"/>
        </w:rPr>
        <w:t>,</w:t>
      </w:r>
      <w:proofErr w:type="gramEnd"/>
      <w:r w:rsidRPr="006B1D90">
        <w:rPr>
          <w:i/>
          <w:sz w:val="24"/>
          <w:szCs w:val="24"/>
        </w:rPr>
        <w:t xml:space="preserve"> если продавец, получивший сумму предварительной оплаты в определе</w:t>
      </w:r>
      <w:r w:rsidRPr="006B1D90">
        <w:rPr>
          <w:i/>
          <w:sz w:val="24"/>
          <w:szCs w:val="24"/>
        </w:rPr>
        <w:t>н</w:t>
      </w:r>
      <w:r w:rsidRPr="006B1D90">
        <w:rPr>
          <w:i/>
          <w:sz w:val="24"/>
          <w:szCs w:val="24"/>
        </w:rPr>
        <w:t xml:space="preserve">ном договором купли-продажи размере, </w:t>
      </w:r>
      <w:r w:rsidRPr="006B1D90">
        <w:rPr>
          <w:b/>
          <w:i/>
          <w:sz w:val="24"/>
          <w:szCs w:val="24"/>
        </w:rPr>
        <w:t>не исполнил обязанность</w:t>
      </w:r>
      <w:r w:rsidRPr="006B1D90">
        <w:rPr>
          <w:i/>
          <w:sz w:val="24"/>
          <w:szCs w:val="24"/>
        </w:rPr>
        <w:t xml:space="preserve"> по передаче товара потребителю в установленный таким договором срок, </w:t>
      </w:r>
      <w:r w:rsidRPr="006B1D90">
        <w:rPr>
          <w:b/>
          <w:i/>
          <w:sz w:val="24"/>
          <w:szCs w:val="24"/>
        </w:rPr>
        <w:t>потребитель по своему выбору</w:t>
      </w:r>
      <w:r w:rsidRPr="006B1D90">
        <w:rPr>
          <w:i/>
          <w:sz w:val="24"/>
          <w:szCs w:val="24"/>
        </w:rPr>
        <w:t xml:space="preserve"> </w:t>
      </w:r>
      <w:r w:rsidRPr="006B1D90">
        <w:rPr>
          <w:b/>
          <w:i/>
          <w:sz w:val="24"/>
          <w:szCs w:val="24"/>
        </w:rPr>
        <w:t>вправе потребовать</w:t>
      </w:r>
      <w:r w:rsidRPr="006B1D90">
        <w:rPr>
          <w:i/>
          <w:sz w:val="24"/>
          <w:szCs w:val="24"/>
        </w:rPr>
        <w:t>: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6B1D90">
        <w:rPr>
          <w:i/>
          <w:sz w:val="24"/>
          <w:szCs w:val="24"/>
        </w:rPr>
        <w:t>передачи оплаченного товара в установленный им новый срок;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6B1D90">
        <w:rPr>
          <w:i/>
          <w:sz w:val="24"/>
          <w:szCs w:val="24"/>
        </w:rPr>
        <w:t>возврата суммы предварительной оплаты товара, не переданного продавцом.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6B1D90">
        <w:rPr>
          <w:i/>
          <w:sz w:val="24"/>
          <w:szCs w:val="24"/>
        </w:rPr>
        <w:t xml:space="preserve">При этом потребитель вправе потребовать также полного возмещения убытков, причиненных ему вследствие </w:t>
      </w:r>
      <w:proofErr w:type="gramStart"/>
      <w:r w:rsidRPr="006B1D90">
        <w:rPr>
          <w:i/>
          <w:sz w:val="24"/>
          <w:szCs w:val="24"/>
        </w:rPr>
        <w:t>нарушения</w:t>
      </w:r>
      <w:proofErr w:type="gramEnd"/>
      <w:r w:rsidRPr="006B1D90">
        <w:rPr>
          <w:i/>
          <w:sz w:val="24"/>
          <w:szCs w:val="24"/>
        </w:rPr>
        <w:t xml:space="preserve"> установленного договором купли-продажи срока передачи предварительно оплаченного товара.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b/>
          <w:i/>
          <w:sz w:val="24"/>
          <w:szCs w:val="24"/>
        </w:rPr>
      </w:pPr>
      <w:r w:rsidRPr="006B1D90">
        <w:rPr>
          <w:i/>
          <w:sz w:val="24"/>
          <w:szCs w:val="24"/>
        </w:rPr>
        <w:t xml:space="preserve">3. В случае нарушения установленного договором купли-продажи срока передачи предварительно оплаченного товара потребителю продавец </w:t>
      </w:r>
      <w:r w:rsidRPr="006B1D90">
        <w:rPr>
          <w:b/>
          <w:i/>
          <w:sz w:val="24"/>
          <w:szCs w:val="24"/>
        </w:rPr>
        <w:t xml:space="preserve">уплачивает ему за каждый день просрочки неустойку (пени) в размере </w:t>
      </w:r>
      <w:proofErr w:type="gramStart"/>
      <w:r w:rsidRPr="006B1D90">
        <w:rPr>
          <w:b/>
          <w:i/>
          <w:sz w:val="24"/>
          <w:szCs w:val="24"/>
        </w:rPr>
        <w:t>половины процента суммы предварител</w:t>
      </w:r>
      <w:r w:rsidRPr="006B1D90">
        <w:rPr>
          <w:b/>
          <w:i/>
          <w:sz w:val="24"/>
          <w:szCs w:val="24"/>
        </w:rPr>
        <w:t>ь</w:t>
      </w:r>
      <w:r w:rsidRPr="006B1D90">
        <w:rPr>
          <w:b/>
          <w:i/>
          <w:sz w:val="24"/>
          <w:szCs w:val="24"/>
        </w:rPr>
        <w:t>ной оплаты товара</w:t>
      </w:r>
      <w:proofErr w:type="gramEnd"/>
      <w:r w:rsidRPr="006B1D90">
        <w:rPr>
          <w:b/>
          <w:i/>
          <w:sz w:val="24"/>
          <w:szCs w:val="24"/>
        </w:rPr>
        <w:t>.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6B1D90">
        <w:rPr>
          <w:i/>
          <w:sz w:val="24"/>
          <w:szCs w:val="24"/>
        </w:rPr>
        <w:t>Неустойка (пени) взыскивается со дня, когда по договору купли-продажи передача товара потребителю должна была быть осуществлена, до дня передачи товара потр</w:t>
      </w:r>
      <w:r w:rsidRPr="006B1D90">
        <w:rPr>
          <w:i/>
          <w:sz w:val="24"/>
          <w:szCs w:val="24"/>
        </w:rPr>
        <w:t>е</w:t>
      </w:r>
      <w:r w:rsidRPr="006B1D90">
        <w:rPr>
          <w:i/>
          <w:sz w:val="24"/>
          <w:szCs w:val="24"/>
        </w:rPr>
        <w:t>бителю или до дня удовлетворения требования потребителя о возврате ему предвар</w:t>
      </w:r>
      <w:r w:rsidRPr="006B1D90">
        <w:rPr>
          <w:i/>
          <w:sz w:val="24"/>
          <w:szCs w:val="24"/>
        </w:rPr>
        <w:t>и</w:t>
      </w:r>
      <w:r w:rsidRPr="006B1D90">
        <w:rPr>
          <w:i/>
          <w:sz w:val="24"/>
          <w:szCs w:val="24"/>
        </w:rPr>
        <w:t>тельно уплаченной им суммы.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b/>
          <w:i/>
          <w:sz w:val="24"/>
          <w:szCs w:val="24"/>
        </w:rPr>
      </w:pPr>
      <w:r w:rsidRPr="006B1D90">
        <w:rPr>
          <w:b/>
          <w:i/>
          <w:sz w:val="24"/>
          <w:szCs w:val="24"/>
        </w:rPr>
        <w:t>Сумма взысканной потребителем неустойки (пени) не может превышать сумму предварительной оплаты товара.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b/>
          <w:i/>
          <w:sz w:val="24"/>
          <w:szCs w:val="24"/>
        </w:rPr>
      </w:pPr>
      <w:r w:rsidRPr="006B1D90">
        <w:rPr>
          <w:i/>
          <w:sz w:val="24"/>
          <w:szCs w:val="24"/>
        </w:rPr>
        <w:t>4. Требования потребителя о возврате уплаченной за товар суммы и о полном во</w:t>
      </w:r>
      <w:r w:rsidRPr="006B1D90">
        <w:rPr>
          <w:i/>
          <w:sz w:val="24"/>
          <w:szCs w:val="24"/>
        </w:rPr>
        <w:t>з</w:t>
      </w:r>
      <w:r w:rsidRPr="006B1D90">
        <w:rPr>
          <w:i/>
          <w:sz w:val="24"/>
          <w:szCs w:val="24"/>
        </w:rPr>
        <w:t xml:space="preserve">мещении убытков </w:t>
      </w:r>
      <w:r w:rsidRPr="006B1D90">
        <w:rPr>
          <w:b/>
          <w:i/>
          <w:sz w:val="24"/>
          <w:szCs w:val="24"/>
        </w:rPr>
        <w:t>подлежат удовлетворению</w:t>
      </w:r>
      <w:r w:rsidRPr="006B1D90">
        <w:rPr>
          <w:i/>
          <w:sz w:val="24"/>
          <w:szCs w:val="24"/>
        </w:rPr>
        <w:t xml:space="preserve"> продавцом в </w:t>
      </w:r>
      <w:r w:rsidRPr="006B1D90">
        <w:rPr>
          <w:b/>
          <w:i/>
          <w:sz w:val="24"/>
          <w:szCs w:val="24"/>
        </w:rPr>
        <w:t>течение десяти дней со дня предъявления соответствующего требования.</w:t>
      </w:r>
    </w:p>
    <w:p w:rsidR="00BE1053" w:rsidRPr="006B1D90" w:rsidRDefault="00BE1053" w:rsidP="00AC6D98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6B1D90">
        <w:rPr>
          <w:i/>
          <w:sz w:val="24"/>
          <w:szCs w:val="24"/>
        </w:rPr>
        <w:t xml:space="preserve">5. Требования потребителя, установленные </w:t>
      </w:r>
      <w:hyperlink r:id="rId9" w:history="1">
        <w:r w:rsidRPr="006B1D90">
          <w:rPr>
            <w:i/>
            <w:color w:val="0000FF"/>
            <w:sz w:val="24"/>
            <w:szCs w:val="24"/>
          </w:rPr>
          <w:t>пунктом 2</w:t>
        </w:r>
      </w:hyperlink>
      <w:r w:rsidRPr="006B1D90">
        <w:rPr>
          <w:i/>
          <w:sz w:val="24"/>
          <w:szCs w:val="24"/>
        </w:rPr>
        <w:t xml:space="preserve"> настоящей статьи, не по</w:t>
      </w:r>
      <w:r w:rsidRPr="006B1D90">
        <w:rPr>
          <w:i/>
          <w:sz w:val="24"/>
          <w:szCs w:val="24"/>
        </w:rPr>
        <w:t>д</w:t>
      </w:r>
      <w:r w:rsidRPr="006B1D90">
        <w:rPr>
          <w:i/>
          <w:sz w:val="24"/>
          <w:szCs w:val="24"/>
        </w:rPr>
        <w:t>лежат удовлетворению, если продавец докажет, что нарушение сроков передачи потр</w:t>
      </w:r>
      <w:r w:rsidRPr="006B1D90">
        <w:rPr>
          <w:i/>
          <w:sz w:val="24"/>
          <w:szCs w:val="24"/>
        </w:rPr>
        <w:t>е</w:t>
      </w:r>
      <w:r w:rsidRPr="006B1D90">
        <w:rPr>
          <w:i/>
          <w:sz w:val="24"/>
          <w:szCs w:val="24"/>
        </w:rPr>
        <w:t xml:space="preserve">бителю предварительно оплаченного товара произошло вследствие </w:t>
      </w:r>
      <w:hyperlink r:id="rId10" w:history="1">
        <w:r w:rsidRPr="006B1D90">
          <w:rPr>
            <w:i/>
            <w:color w:val="0000FF"/>
            <w:sz w:val="24"/>
            <w:szCs w:val="24"/>
          </w:rPr>
          <w:t>непреодолимой силы</w:t>
        </w:r>
      </w:hyperlink>
      <w:r w:rsidRPr="006B1D90">
        <w:rPr>
          <w:i/>
          <w:sz w:val="24"/>
          <w:szCs w:val="24"/>
        </w:rPr>
        <w:t xml:space="preserve"> или по вине потребителя.</w:t>
      </w:r>
    </w:p>
    <w:p w:rsidR="00BE1053" w:rsidRDefault="00BE1053" w:rsidP="00700EF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адрес ООО «ООО» направлена претензия с требованием расторжения договора купли-продажи и возврата денег.</w:t>
      </w:r>
    </w:p>
    <w:p w:rsidR="00BE1053" w:rsidRPr="006B1D90" w:rsidRDefault="00BE1053" w:rsidP="00700EF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 настоящего времени диван не доставлен, деньги не возвращены.</w:t>
      </w:r>
    </w:p>
    <w:p w:rsidR="00BE1053" w:rsidRPr="006B1D90" w:rsidRDefault="00BE1053" w:rsidP="000447A3">
      <w:pPr>
        <w:autoSpaceDE w:val="0"/>
        <w:autoSpaceDN w:val="0"/>
        <w:adjustRightInd w:val="0"/>
        <w:ind w:firstLine="539"/>
        <w:jc w:val="both"/>
        <w:rPr>
          <w:bCs/>
          <w:i/>
          <w:sz w:val="24"/>
          <w:szCs w:val="24"/>
        </w:rPr>
      </w:pPr>
      <w:r w:rsidRPr="006B1D90">
        <w:rPr>
          <w:sz w:val="24"/>
          <w:szCs w:val="24"/>
        </w:rPr>
        <w:t xml:space="preserve">В силу статьи 15 Закона РФ «О защите прав потребителей» </w:t>
      </w:r>
      <w:r w:rsidRPr="006B1D90">
        <w:rPr>
          <w:bCs/>
          <w:i/>
          <w:sz w:val="24"/>
          <w:szCs w:val="24"/>
        </w:rPr>
        <w:t>моральный вред, прич</w:t>
      </w:r>
      <w:r w:rsidRPr="006B1D90">
        <w:rPr>
          <w:bCs/>
          <w:i/>
          <w:sz w:val="24"/>
          <w:szCs w:val="24"/>
        </w:rPr>
        <w:t>и</w:t>
      </w:r>
      <w:r w:rsidRPr="006B1D90">
        <w:rPr>
          <w:bCs/>
          <w:i/>
          <w:sz w:val="24"/>
          <w:szCs w:val="24"/>
        </w:rPr>
        <w:t>ненный потребителю вследствие нарушения изготовителем (исполнителем, продавцом, уполномоченной организацией или уполномоченным индивидуальным предпринимателем, импортером) прав потребителя, предусмотренных законами и правовыми актами Ро</w:t>
      </w:r>
      <w:r w:rsidRPr="006B1D90">
        <w:rPr>
          <w:bCs/>
          <w:i/>
          <w:sz w:val="24"/>
          <w:szCs w:val="24"/>
        </w:rPr>
        <w:t>с</w:t>
      </w:r>
      <w:r w:rsidRPr="006B1D90">
        <w:rPr>
          <w:bCs/>
          <w:i/>
          <w:sz w:val="24"/>
          <w:szCs w:val="24"/>
        </w:rPr>
        <w:t xml:space="preserve">сийской Федерации, регулирующими отношения в области защиты прав потребителей, подлежит компенсации </w:t>
      </w:r>
      <w:proofErr w:type="spellStart"/>
      <w:r w:rsidRPr="006B1D90">
        <w:rPr>
          <w:bCs/>
          <w:i/>
          <w:sz w:val="24"/>
          <w:szCs w:val="24"/>
        </w:rPr>
        <w:t>причинителем</w:t>
      </w:r>
      <w:proofErr w:type="spellEnd"/>
      <w:r w:rsidRPr="006B1D90">
        <w:rPr>
          <w:bCs/>
          <w:i/>
          <w:sz w:val="24"/>
          <w:szCs w:val="24"/>
        </w:rPr>
        <w:t xml:space="preserve"> вреда при наличии его вины. Размер компенсации морального вреда определяется судом и не зависит от размера возмещения имуществе</w:t>
      </w:r>
      <w:r w:rsidRPr="006B1D90">
        <w:rPr>
          <w:bCs/>
          <w:i/>
          <w:sz w:val="24"/>
          <w:szCs w:val="24"/>
        </w:rPr>
        <w:t>н</w:t>
      </w:r>
      <w:r w:rsidRPr="006B1D90">
        <w:rPr>
          <w:bCs/>
          <w:i/>
          <w:sz w:val="24"/>
          <w:szCs w:val="24"/>
        </w:rPr>
        <w:t>ного вреда.</w:t>
      </w:r>
    </w:p>
    <w:p w:rsidR="00BE1053" w:rsidRPr="006B1D90" w:rsidRDefault="00BE1053" w:rsidP="000447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6B1D90">
        <w:rPr>
          <w:rFonts w:ascii="Times New Roman" w:hAnsi="Times New Roman"/>
          <w:sz w:val="24"/>
          <w:szCs w:val="24"/>
        </w:rPr>
        <w:t xml:space="preserve">В соответствии со ст. 13 Закона РФ «О защите прав потребителей» и п. 46 Постановления Пленума ВС РФ от 26.06.2012г №17 «О рассмотрении судами гражданских дел по спорам о защите прав потребителя»: </w:t>
      </w:r>
      <w:r w:rsidRPr="006B1D90">
        <w:rPr>
          <w:rFonts w:ascii="Times New Roman" w:hAnsi="Times New Roman"/>
          <w:i/>
          <w:iCs/>
          <w:sz w:val="24"/>
          <w:szCs w:val="24"/>
        </w:rPr>
        <w:t xml:space="preserve">При </w:t>
      </w:r>
      <w:r w:rsidRPr="006B1D90">
        <w:rPr>
          <w:rFonts w:ascii="Times New Roman" w:hAnsi="Times New Roman"/>
          <w:b/>
          <w:i/>
          <w:iCs/>
          <w:sz w:val="24"/>
          <w:szCs w:val="24"/>
        </w:rPr>
        <w:t>удовлетворении судом</w:t>
      </w:r>
      <w:r w:rsidRPr="006B1D90">
        <w:rPr>
          <w:rFonts w:ascii="Times New Roman" w:hAnsi="Times New Roman"/>
          <w:i/>
          <w:iCs/>
          <w:sz w:val="24"/>
          <w:szCs w:val="24"/>
        </w:rPr>
        <w:t xml:space="preserve"> требований потребителя, в связи с нарушением его прав, установленных Законом «О защите прав потребителей», которые не были удовлетворены в добровольном порядке изготовителем (исполнителем, продавцом, уполномоченной организацией или уполномоченным индивидуальным предпринимателем, </w:t>
      </w:r>
      <w:proofErr w:type="gramStart"/>
      <w:r w:rsidRPr="006B1D90">
        <w:rPr>
          <w:rFonts w:ascii="Times New Roman" w:hAnsi="Times New Roman"/>
          <w:i/>
          <w:iCs/>
          <w:sz w:val="24"/>
          <w:szCs w:val="24"/>
        </w:rPr>
        <w:t xml:space="preserve">импортером) </w:t>
      </w:r>
      <w:proofErr w:type="gramEnd"/>
      <w:r w:rsidRPr="006B1D90">
        <w:rPr>
          <w:rFonts w:ascii="Times New Roman" w:hAnsi="Times New Roman"/>
          <w:i/>
          <w:iCs/>
          <w:sz w:val="24"/>
          <w:szCs w:val="24"/>
        </w:rPr>
        <w:t xml:space="preserve">суд взыскивает с ответчика </w:t>
      </w:r>
      <w:r w:rsidRPr="006B1D90">
        <w:rPr>
          <w:rFonts w:ascii="Times New Roman" w:hAnsi="Times New Roman"/>
          <w:b/>
          <w:i/>
          <w:iCs/>
          <w:sz w:val="24"/>
          <w:szCs w:val="24"/>
        </w:rPr>
        <w:t>в пользу потребителя</w:t>
      </w:r>
      <w:r w:rsidRPr="006B1D9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1D90">
        <w:rPr>
          <w:rFonts w:ascii="Times New Roman" w:hAnsi="Times New Roman"/>
          <w:b/>
          <w:i/>
          <w:iCs/>
          <w:sz w:val="24"/>
          <w:szCs w:val="24"/>
        </w:rPr>
        <w:t xml:space="preserve">штраф </w:t>
      </w:r>
      <w:r w:rsidRPr="006B1D90">
        <w:rPr>
          <w:rFonts w:ascii="Times New Roman" w:hAnsi="Times New Roman"/>
          <w:i/>
          <w:iCs/>
          <w:sz w:val="24"/>
          <w:szCs w:val="24"/>
        </w:rPr>
        <w:t>независимо от того, заявлялось ли такое требование к суду</w:t>
      </w:r>
      <w:r w:rsidRPr="006B1D90">
        <w:rPr>
          <w:rFonts w:ascii="Times New Roman" w:hAnsi="Times New Roman"/>
          <w:b/>
          <w:i/>
          <w:iCs/>
          <w:sz w:val="24"/>
          <w:szCs w:val="24"/>
        </w:rPr>
        <w:t>.</w:t>
      </w:r>
    </w:p>
    <w:p w:rsidR="00BE1053" w:rsidRPr="0025478B" w:rsidRDefault="00BE1053" w:rsidP="00A96A44">
      <w:pPr>
        <w:pStyle w:val="a6"/>
        <w:spacing w:line="240" w:lineRule="auto"/>
        <w:rPr>
          <w:sz w:val="24"/>
          <w:szCs w:val="24"/>
        </w:rPr>
      </w:pPr>
    </w:p>
    <w:p w:rsidR="00BE1053" w:rsidRPr="0025478B" w:rsidRDefault="00BE1053" w:rsidP="00A96A44">
      <w:pPr>
        <w:pStyle w:val="a6"/>
        <w:spacing w:line="240" w:lineRule="auto"/>
        <w:rPr>
          <w:sz w:val="24"/>
          <w:szCs w:val="24"/>
        </w:rPr>
      </w:pPr>
    </w:p>
    <w:p w:rsidR="00BE1053" w:rsidRPr="006B1D90" w:rsidRDefault="00BE1053" w:rsidP="00DF2883">
      <w:pPr>
        <w:pStyle w:val="a6"/>
        <w:spacing w:line="240" w:lineRule="auto"/>
        <w:jc w:val="center"/>
        <w:rPr>
          <w:sz w:val="24"/>
          <w:szCs w:val="24"/>
        </w:rPr>
      </w:pPr>
      <w:r w:rsidRPr="006B1D90">
        <w:rPr>
          <w:sz w:val="24"/>
          <w:szCs w:val="24"/>
        </w:rPr>
        <w:t>ПРОШУ:</w:t>
      </w:r>
    </w:p>
    <w:p w:rsidR="00BE1053" w:rsidRPr="0025478B" w:rsidRDefault="00BE1053" w:rsidP="0062217F">
      <w:pPr>
        <w:pStyle w:val="a6"/>
        <w:spacing w:line="240" w:lineRule="auto"/>
        <w:rPr>
          <w:sz w:val="24"/>
          <w:szCs w:val="24"/>
        </w:rPr>
      </w:pPr>
    </w:p>
    <w:p w:rsidR="00BE1053" w:rsidRPr="006B1D90" w:rsidRDefault="00BE1053" w:rsidP="000447A3">
      <w:pPr>
        <w:numPr>
          <w:ilvl w:val="0"/>
          <w:numId w:val="9"/>
        </w:numPr>
        <w:tabs>
          <w:tab w:val="clear" w:pos="1784"/>
          <w:tab w:val="num" w:pos="993"/>
        </w:tabs>
        <w:ind w:hanging="1217"/>
        <w:jc w:val="both"/>
        <w:rPr>
          <w:sz w:val="24"/>
          <w:szCs w:val="24"/>
        </w:rPr>
      </w:pPr>
      <w:r w:rsidRPr="006B1D90">
        <w:rPr>
          <w:sz w:val="24"/>
          <w:szCs w:val="24"/>
        </w:rPr>
        <w:t>раст</w:t>
      </w:r>
      <w:r>
        <w:rPr>
          <w:sz w:val="24"/>
          <w:szCs w:val="24"/>
        </w:rPr>
        <w:t>оргнуть договор с ООО «ООО</w:t>
      </w:r>
      <w:r w:rsidRPr="006B1D90">
        <w:rPr>
          <w:sz w:val="24"/>
          <w:szCs w:val="24"/>
        </w:rPr>
        <w:t>»;</w:t>
      </w:r>
    </w:p>
    <w:p w:rsidR="00BE1053" w:rsidRDefault="00BE1053" w:rsidP="00B5751F">
      <w:pPr>
        <w:numPr>
          <w:ilvl w:val="0"/>
          <w:numId w:val="9"/>
        </w:numPr>
        <w:tabs>
          <w:tab w:val="clear" w:pos="1784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взыскать с ООО «ОООО</w:t>
      </w:r>
      <w:r w:rsidRPr="006B1D90">
        <w:rPr>
          <w:sz w:val="24"/>
          <w:szCs w:val="24"/>
        </w:rPr>
        <w:t xml:space="preserve">» в </w:t>
      </w:r>
      <w:r>
        <w:rPr>
          <w:sz w:val="24"/>
          <w:szCs w:val="24"/>
        </w:rPr>
        <w:t>мою пользу 39060 руб. – сумма внесенной пред</w:t>
      </w:r>
      <w:r>
        <w:rPr>
          <w:sz w:val="24"/>
          <w:szCs w:val="24"/>
        </w:rPr>
        <w:t>о</w:t>
      </w:r>
      <w:r>
        <w:rPr>
          <w:sz w:val="24"/>
          <w:szCs w:val="24"/>
        </w:rPr>
        <w:t>платы</w:t>
      </w:r>
      <w:r w:rsidRPr="006B1D90">
        <w:rPr>
          <w:sz w:val="24"/>
          <w:szCs w:val="24"/>
        </w:rPr>
        <w:t>;</w:t>
      </w:r>
    </w:p>
    <w:p w:rsidR="00BE1053" w:rsidRDefault="00BE1053" w:rsidP="00B5751F">
      <w:pPr>
        <w:numPr>
          <w:ilvl w:val="0"/>
          <w:numId w:val="9"/>
        </w:numPr>
        <w:tabs>
          <w:tab w:val="clear" w:pos="1784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взыскать с ООО «ООО» в мою пользу 1990 руб. – убытки – стоимость доставки;</w:t>
      </w:r>
    </w:p>
    <w:p w:rsidR="00BE1053" w:rsidRPr="006B1D90" w:rsidRDefault="00BE1053" w:rsidP="00B5751F">
      <w:pPr>
        <w:numPr>
          <w:ilvl w:val="0"/>
          <w:numId w:val="9"/>
        </w:numPr>
        <w:tabs>
          <w:tab w:val="clear" w:pos="1784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взыскать с ООО «ООО» в мою пользу</w:t>
      </w:r>
      <w:proofErr w:type="gramStart"/>
      <w:r>
        <w:rPr>
          <w:sz w:val="24"/>
          <w:szCs w:val="24"/>
        </w:rPr>
        <w:t xml:space="preserve"> …..</w:t>
      </w:r>
      <w:proofErr w:type="gramEnd"/>
      <w:r>
        <w:rPr>
          <w:sz w:val="24"/>
          <w:szCs w:val="24"/>
        </w:rPr>
        <w:t>руб. – убытки – почтовые расходы;</w:t>
      </w:r>
    </w:p>
    <w:p w:rsidR="00BE1053" w:rsidRPr="006B1D90" w:rsidRDefault="00BE1053" w:rsidP="000447A3">
      <w:pPr>
        <w:numPr>
          <w:ilvl w:val="0"/>
          <w:numId w:val="9"/>
        </w:numPr>
        <w:tabs>
          <w:tab w:val="clear" w:pos="1784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взыскать с ООО «ООО» в мою пользу </w:t>
      </w:r>
      <w:r w:rsidRPr="006B1D90">
        <w:rPr>
          <w:sz w:val="24"/>
          <w:szCs w:val="24"/>
        </w:rPr>
        <w:t xml:space="preserve">неустойку за нарушение срока поставки товара в размере </w:t>
      </w:r>
      <w:proofErr w:type="gramStart"/>
      <w:r w:rsidRPr="006B1D90">
        <w:rPr>
          <w:b/>
          <w:i/>
          <w:sz w:val="24"/>
          <w:szCs w:val="24"/>
        </w:rPr>
        <w:t>половин</w:t>
      </w:r>
      <w:r>
        <w:rPr>
          <w:b/>
          <w:i/>
          <w:sz w:val="24"/>
          <w:szCs w:val="24"/>
        </w:rPr>
        <w:t xml:space="preserve">ы процента суммы </w:t>
      </w:r>
      <w:r w:rsidRPr="006B1D90">
        <w:rPr>
          <w:b/>
          <w:i/>
          <w:sz w:val="24"/>
          <w:szCs w:val="24"/>
        </w:rPr>
        <w:t xml:space="preserve"> оплаты товара</w:t>
      </w:r>
      <w:proofErr w:type="gramEnd"/>
      <w:r w:rsidRPr="006B1D90">
        <w:rPr>
          <w:b/>
          <w:i/>
          <w:sz w:val="24"/>
          <w:szCs w:val="24"/>
        </w:rPr>
        <w:t xml:space="preserve"> </w:t>
      </w:r>
      <w:r w:rsidRPr="006B1D90">
        <w:rPr>
          <w:sz w:val="24"/>
          <w:szCs w:val="24"/>
        </w:rPr>
        <w:t xml:space="preserve">за каждый день просрочки, начиная </w:t>
      </w:r>
      <w:r>
        <w:rPr>
          <w:b/>
          <w:sz w:val="24"/>
          <w:szCs w:val="24"/>
        </w:rPr>
        <w:t>с 22.12.2013</w:t>
      </w:r>
      <w:r w:rsidRPr="006B1D90">
        <w:rPr>
          <w:b/>
          <w:sz w:val="24"/>
          <w:szCs w:val="24"/>
        </w:rPr>
        <w:t xml:space="preserve"> </w:t>
      </w:r>
      <w:r w:rsidRPr="006B1D90">
        <w:rPr>
          <w:sz w:val="24"/>
          <w:szCs w:val="24"/>
        </w:rPr>
        <w:t>по день удовлетворения моего требования в с</w:t>
      </w:r>
      <w:r w:rsidRPr="006B1D90">
        <w:rPr>
          <w:sz w:val="24"/>
          <w:szCs w:val="24"/>
        </w:rPr>
        <w:t>у</w:t>
      </w:r>
      <w:r w:rsidRPr="006B1D90">
        <w:rPr>
          <w:sz w:val="24"/>
          <w:szCs w:val="24"/>
        </w:rPr>
        <w:t>дебном порядке</w:t>
      </w:r>
    </w:p>
    <w:p w:rsidR="00BE1053" w:rsidRPr="006B1D90" w:rsidRDefault="00BE1053" w:rsidP="00A42588">
      <w:pPr>
        <w:jc w:val="both"/>
        <w:rPr>
          <w:sz w:val="24"/>
          <w:szCs w:val="24"/>
        </w:rPr>
      </w:pPr>
    </w:p>
    <w:p w:rsidR="00BE1053" w:rsidRDefault="00BE1053" w:rsidP="00094C37">
      <w:pPr>
        <w:rPr>
          <w:sz w:val="24"/>
          <w:szCs w:val="24"/>
        </w:rPr>
      </w:pPr>
    </w:p>
    <w:p w:rsidR="00BE1053" w:rsidRPr="007028D2" w:rsidRDefault="00BE1053" w:rsidP="0028621B">
      <w:pPr>
        <w:jc w:val="center"/>
        <w:rPr>
          <w:sz w:val="24"/>
          <w:szCs w:val="24"/>
        </w:rPr>
      </w:pPr>
      <w:r w:rsidRPr="007028D2">
        <w:rPr>
          <w:sz w:val="24"/>
          <w:szCs w:val="24"/>
        </w:rPr>
        <w:t>РАСЧЁТ НЕУСТОЙКИ</w:t>
      </w:r>
    </w:p>
    <w:p w:rsidR="00BE1053" w:rsidRPr="007028D2" w:rsidRDefault="00BE1053" w:rsidP="0028621B">
      <w:pPr>
        <w:jc w:val="center"/>
        <w:rPr>
          <w:sz w:val="24"/>
          <w:szCs w:val="24"/>
        </w:rPr>
      </w:pPr>
    </w:p>
    <w:p w:rsidR="00BE1053" w:rsidRPr="007028D2" w:rsidRDefault="00BE1053" w:rsidP="00A42588">
      <w:pPr>
        <w:jc w:val="both"/>
        <w:rPr>
          <w:sz w:val="24"/>
          <w:szCs w:val="24"/>
        </w:rPr>
      </w:pPr>
      <w:r w:rsidRPr="007028D2">
        <w:rPr>
          <w:sz w:val="24"/>
          <w:szCs w:val="24"/>
        </w:rPr>
        <w:t xml:space="preserve">                39060 руб.   -   сумма оплаты</w:t>
      </w:r>
    </w:p>
    <w:p w:rsidR="00BE1053" w:rsidRPr="007028D2" w:rsidRDefault="00BE1053" w:rsidP="00A42588">
      <w:pPr>
        <w:jc w:val="both"/>
        <w:rPr>
          <w:sz w:val="24"/>
          <w:szCs w:val="24"/>
        </w:rPr>
      </w:pPr>
      <w:r w:rsidRPr="007028D2">
        <w:rPr>
          <w:sz w:val="24"/>
          <w:szCs w:val="24"/>
        </w:rPr>
        <w:t xml:space="preserve">                 195,3 руб.   - 0,5 %</w:t>
      </w:r>
    </w:p>
    <w:p w:rsidR="00BE1053" w:rsidRPr="007028D2" w:rsidRDefault="004D41C3" w:rsidP="00A425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21.12.2016</w:t>
      </w:r>
      <w:r w:rsidR="00BE1053" w:rsidRPr="007028D2">
        <w:rPr>
          <w:sz w:val="24"/>
          <w:szCs w:val="24"/>
        </w:rPr>
        <w:t xml:space="preserve">  - срок исполнения заказа. </w:t>
      </w:r>
    </w:p>
    <w:p w:rsidR="00BE1053" w:rsidRPr="007028D2" w:rsidRDefault="004D41C3" w:rsidP="00A4258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 22.12.2016</w:t>
      </w:r>
      <w:r w:rsidR="00BE1053" w:rsidRPr="007028D2">
        <w:rPr>
          <w:sz w:val="24"/>
          <w:szCs w:val="24"/>
        </w:rPr>
        <w:t xml:space="preserve"> - неустойка </w:t>
      </w:r>
    </w:p>
    <w:p w:rsidR="00BE1053" w:rsidRPr="007028D2" w:rsidRDefault="00BE1053" w:rsidP="00A42588">
      <w:pPr>
        <w:jc w:val="both"/>
        <w:rPr>
          <w:sz w:val="24"/>
          <w:szCs w:val="24"/>
        </w:rPr>
      </w:pPr>
      <w:r w:rsidRPr="007028D2">
        <w:rPr>
          <w:sz w:val="24"/>
          <w:szCs w:val="24"/>
        </w:rPr>
        <w:t xml:space="preserve">                 </w:t>
      </w:r>
      <w:r w:rsidR="004D41C3">
        <w:rPr>
          <w:sz w:val="24"/>
          <w:szCs w:val="24"/>
        </w:rPr>
        <w:t>40</w:t>
      </w:r>
      <w:r w:rsidRPr="007028D2">
        <w:rPr>
          <w:sz w:val="24"/>
          <w:szCs w:val="24"/>
        </w:rPr>
        <w:t xml:space="preserve"> дне</w:t>
      </w:r>
      <w:r w:rsidR="004D41C3">
        <w:rPr>
          <w:sz w:val="24"/>
          <w:szCs w:val="24"/>
        </w:rPr>
        <w:t>й      - просрочка на 01.02.2017</w:t>
      </w:r>
      <w:r w:rsidRPr="007028D2">
        <w:rPr>
          <w:sz w:val="24"/>
          <w:szCs w:val="24"/>
        </w:rPr>
        <w:t xml:space="preserve"> </w:t>
      </w:r>
    </w:p>
    <w:p w:rsidR="00BE1053" w:rsidRPr="007028D2" w:rsidRDefault="00BE1053" w:rsidP="00A42588">
      <w:pPr>
        <w:jc w:val="both"/>
        <w:rPr>
          <w:sz w:val="24"/>
          <w:szCs w:val="24"/>
        </w:rPr>
      </w:pPr>
    </w:p>
    <w:p w:rsidR="00BE1053" w:rsidRPr="007028D2" w:rsidRDefault="00BE1053" w:rsidP="0028621B">
      <w:pPr>
        <w:jc w:val="both"/>
        <w:rPr>
          <w:sz w:val="24"/>
          <w:szCs w:val="24"/>
        </w:rPr>
      </w:pPr>
      <w:r w:rsidRPr="007028D2">
        <w:rPr>
          <w:sz w:val="24"/>
          <w:szCs w:val="24"/>
        </w:rPr>
        <w:t xml:space="preserve">                                     195,3 руб.   </w:t>
      </w:r>
      <w:r w:rsidRPr="007028D2">
        <w:rPr>
          <w:sz w:val="24"/>
          <w:szCs w:val="24"/>
          <w:lang w:val="en-US"/>
        </w:rPr>
        <w:t>x</w:t>
      </w:r>
      <w:r w:rsidRPr="007028D2">
        <w:rPr>
          <w:sz w:val="24"/>
          <w:szCs w:val="24"/>
        </w:rPr>
        <w:t xml:space="preserve">   40 дней   =  7812 руб.</w:t>
      </w:r>
    </w:p>
    <w:p w:rsidR="00BE1053" w:rsidRPr="007028D2" w:rsidRDefault="00BE1053" w:rsidP="00A42588">
      <w:pPr>
        <w:jc w:val="both"/>
        <w:rPr>
          <w:sz w:val="24"/>
          <w:szCs w:val="24"/>
        </w:rPr>
      </w:pPr>
    </w:p>
    <w:p w:rsidR="00BE1053" w:rsidRPr="007028D2" w:rsidRDefault="00BE1053" w:rsidP="001E7124">
      <w:pPr>
        <w:pStyle w:val="a6"/>
        <w:numPr>
          <w:ilvl w:val="0"/>
          <w:numId w:val="12"/>
        </w:numPr>
        <w:tabs>
          <w:tab w:val="clear" w:pos="1784"/>
          <w:tab w:val="num" w:pos="993"/>
        </w:tabs>
        <w:spacing w:line="240" w:lineRule="auto"/>
        <w:ind w:left="993" w:hanging="426"/>
        <w:rPr>
          <w:sz w:val="24"/>
          <w:szCs w:val="24"/>
        </w:rPr>
      </w:pPr>
      <w:r w:rsidRPr="007028D2">
        <w:rPr>
          <w:sz w:val="24"/>
          <w:szCs w:val="24"/>
        </w:rPr>
        <w:t>взыскать с ООО «ООО» в мою пользу компенсацию морального вреда в размере 10000 руб.;</w:t>
      </w:r>
    </w:p>
    <w:p w:rsidR="00BE1053" w:rsidRPr="007028D2" w:rsidRDefault="00BE1053" w:rsidP="001E7124">
      <w:pPr>
        <w:pStyle w:val="a6"/>
        <w:numPr>
          <w:ilvl w:val="0"/>
          <w:numId w:val="12"/>
        </w:numPr>
        <w:tabs>
          <w:tab w:val="clear" w:pos="1784"/>
          <w:tab w:val="num" w:pos="993"/>
        </w:tabs>
        <w:spacing w:line="240" w:lineRule="auto"/>
        <w:ind w:left="993" w:hanging="426"/>
        <w:rPr>
          <w:sz w:val="24"/>
          <w:szCs w:val="24"/>
        </w:rPr>
      </w:pPr>
      <w:r w:rsidRPr="007028D2">
        <w:rPr>
          <w:sz w:val="24"/>
          <w:szCs w:val="24"/>
        </w:rPr>
        <w:t>взыскать с ООО «ООО» в мою пользу штраф в размере 50 % от суммы, прису</w:t>
      </w:r>
      <w:r w:rsidRPr="007028D2">
        <w:rPr>
          <w:sz w:val="24"/>
          <w:szCs w:val="24"/>
        </w:rPr>
        <w:t>ж</w:t>
      </w:r>
      <w:r w:rsidRPr="007028D2">
        <w:rPr>
          <w:sz w:val="24"/>
          <w:szCs w:val="24"/>
        </w:rPr>
        <w:t>денной к взысканию;</w:t>
      </w:r>
    </w:p>
    <w:p w:rsidR="00BE1053" w:rsidRPr="007028D2" w:rsidRDefault="00BE1053" w:rsidP="007A00B0">
      <w:pPr>
        <w:pStyle w:val="a6"/>
        <w:numPr>
          <w:ilvl w:val="0"/>
          <w:numId w:val="12"/>
        </w:numPr>
        <w:tabs>
          <w:tab w:val="clear" w:pos="1784"/>
          <w:tab w:val="num" w:pos="993"/>
        </w:tabs>
        <w:spacing w:line="240" w:lineRule="auto"/>
        <w:ind w:left="993" w:hanging="426"/>
        <w:rPr>
          <w:sz w:val="24"/>
          <w:szCs w:val="24"/>
        </w:rPr>
      </w:pPr>
      <w:r w:rsidRPr="007028D2">
        <w:rPr>
          <w:sz w:val="24"/>
          <w:szCs w:val="24"/>
        </w:rPr>
        <w:t>взыскать в мою пользу ……… руб. – расходы на почтовые услуги.</w:t>
      </w:r>
    </w:p>
    <w:p w:rsidR="00BE1053" w:rsidRPr="007028D2" w:rsidRDefault="00BE1053" w:rsidP="007A00B0">
      <w:pPr>
        <w:pStyle w:val="a6"/>
        <w:spacing w:line="240" w:lineRule="auto"/>
        <w:rPr>
          <w:sz w:val="24"/>
          <w:szCs w:val="24"/>
        </w:rPr>
      </w:pPr>
    </w:p>
    <w:p w:rsidR="00BE1053" w:rsidRPr="007028D2" w:rsidRDefault="00BE1053" w:rsidP="00595981">
      <w:pPr>
        <w:pStyle w:val="a6"/>
        <w:spacing w:line="240" w:lineRule="auto"/>
        <w:ind w:left="567"/>
        <w:rPr>
          <w:sz w:val="24"/>
          <w:szCs w:val="24"/>
        </w:rPr>
      </w:pPr>
      <w:r w:rsidRPr="007028D2">
        <w:rPr>
          <w:sz w:val="24"/>
          <w:szCs w:val="24"/>
        </w:rPr>
        <w:t>ПРИЛОЖЕНИЕ:</w:t>
      </w:r>
      <w:r w:rsidRPr="007028D2">
        <w:rPr>
          <w:sz w:val="24"/>
          <w:szCs w:val="24"/>
        </w:rPr>
        <w:tab/>
      </w:r>
    </w:p>
    <w:p w:rsidR="00BE1053" w:rsidRPr="007028D2" w:rsidRDefault="004D41C3" w:rsidP="00845D1A">
      <w:pPr>
        <w:pStyle w:val="a6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договор № 42-2542 от 12.11.2016</w:t>
      </w:r>
      <w:r w:rsidR="00BE1053" w:rsidRPr="007028D2">
        <w:rPr>
          <w:sz w:val="24"/>
          <w:szCs w:val="24"/>
        </w:rPr>
        <w:t>;</w:t>
      </w:r>
    </w:p>
    <w:p w:rsidR="00BE1053" w:rsidRPr="007028D2" w:rsidRDefault="00BE1053" w:rsidP="007C74D5">
      <w:pPr>
        <w:pStyle w:val="a6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7028D2">
        <w:rPr>
          <w:sz w:val="24"/>
          <w:szCs w:val="24"/>
        </w:rPr>
        <w:t>чек;</w:t>
      </w:r>
    </w:p>
    <w:p w:rsidR="00BE1053" w:rsidRPr="007028D2" w:rsidRDefault="00BE1053" w:rsidP="007C74D5">
      <w:pPr>
        <w:pStyle w:val="a6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7028D2">
        <w:rPr>
          <w:sz w:val="24"/>
          <w:szCs w:val="24"/>
        </w:rPr>
        <w:t>почтовые расходы.</w:t>
      </w:r>
    </w:p>
    <w:p w:rsidR="00BE1053" w:rsidRPr="007028D2" w:rsidRDefault="00BE1053" w:rsidP="002B2099">
      <w:pPr>
        <w:pStyle w:val="a6"/>
        <w:spacing w:line="240" w:lineRule="auto"/>
        <w:ind w:left="1080"/>
        <w:rPr>
          <w:sz w:val="24"/>
          <w:szCs w:val="24"/>
        </w:rPr>
      </w:pPr>
    </w:p>
    <w:p w:rsidR="00BE1053" w:rsidRPr="007028D2" w:rsidRDefault="00BE1053" w:rsidP="00C11D32">
      <w:pPr>
        <w:rPr>
          <w:sz w:val="24"/>
          <w:szCs w:val="24"/>
        </w:rPr>
      </w:pPr>
    </w:p>
    <w:p w:rsidR="00BE1053" w:rsidRPr="007028D2" w:rsidRDefault="00BE1053" w:rsidP="00C11D32">
      <w:pPr>
        <w:rPr>
          <w:sz w:val="24"/>
          <w:szCs w:val="24"/>
        </w:rPr>
      </w:pPr>
    </w:p>
    <w:p w:rsidR="00BE1053" w:rsidRPr="009F1081" w:rsidRDefault="00BE1053" w:rsidP="00C11D32">
      <w:pPr>
        <w:rPr>
          <w:sz w:val="24"/>
          <w:szCs w:val="24"/>
        </w:rPr>
      </w:pPr>
    </w:p>
    <w:p w:rsidR="00BE1053" w:rsidRDefault="00BE1053" w:rsidP="0010297A">
      <w:pPr>
        <w:rPr>
          <w:sz w:val="24"/>
          <w:szCs w:val="24"/>
        </w:rPr>
      </w:pPr>
      <w:r w:rsidRPr="009F1081">
        <w:rPr>
          <w:sz w:val="24"/>
          <w:szCs w:val="24"/>
        </w:rPr>
        <w:t>«     »                201</w:t>
      </w:r>
      <w:r w:rsidR="004D41C3">
        <w:rPr>
          <w:sz w:val="24"/>
          <w:szCs w:val="24"/>
        </w:rPr>
        <w:t>7</w:t>
      </w:r>
      <w:proofErr w:type="gramStart"/>
      <w:r w:rsidRPr="009F1081">
        <w:rPr>
          <w:sz w:val="24"/>
          <w:szCs w:val="24"/>
        </w:rPr>
        <w:tab/>
      </w:r>
      <w:r w:rsidRPr="009F1081">
        <w:rPr>
          <w:sz w:val="24"/>
          <w:szCs w:val="24"/>
        </w:rPr>
        <w:tab/>
      </w:r>
      <w:r w:rsidRPr="009F1081">
        <w:rPr>
          <w:sz w:val="24"/>
          <w:szCs w:val="24"/>
        </w:rPr>
        <w:tab/>
      </w:r>
      <w:r w:rsidRPr="009F108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А</w:t>
      </w:r>
      <w:proofErr w:type="gramEnd"/>
      <w:r>
        <w:rPr>
          <w:sz w:val="24"/>
          <w:szCs w:val="24"/>
        </w:rPr>
        <w:t>……. А.А.</w:t>
      </w:r>
    </w:p>
    <w:p w:rsidR="00BE1053" w:rsidRDefault="00BE1053" w:rsidP="0010297A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E1053" w:rsidRPr="009F1081" w:rsidRDefault="00BE1053">
      <w:pPr>
        <w:rPr>
          <w:sz w:val="24"/>
          <w:szCs w:val="24"/>
        </w:rPr>
      </w:pPr>
    </w:p>
    <w:sectPr w:rsidR="00BE1053" w:rsidRPr="009F1081" w:rsidSect="00CD4DAC">
      <w:headerReference w:type="even" r:id="rId11"/>
      <w:headerReference w:type="default" r:id="rId12"/>
      <w:pgSz w:w="11906" w:h="16838"/>
      <w:pgMar w:top="851" w:right="85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053" w:rsidRDefault="00BE1053">
      <w:r>
        <w:separator/>
      </w:r>
    </w:p>
  </w:endnote>
  <w:endnote w:type="continuationSeparator" w:id="0">
    <w:p w:rsidR="00BE1053" w:rsidRDefault="00BE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MS Mincho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053" w:rsidRDefault="00BE1053">
      <w:r>
        <w:separator/>
      </w:r>
    </w:p>
  </w:footnote>
  <w:footnote w:type="continuationSeparator" w:id="0">
    <w:p w:rsidR="00BE1053" w:rsidRDefault="00BE1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053" w:rsidRDefault="00BF00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E10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1053">
      <w:rPr>
        <w:rStyle w:val="a5"/>
        <w:noProof/>
      </w:rPr>
      <w:t>1</w:t>
    </w:r>
    <w:r>
      <w:rPr>
        <w:rStyle w:val="a5"/>
      </w:rPr>
      <w:fldChar w:fldCharType="end"/>
    </w:r>
  </w:p>
  <w:p w:rsidR="00BE1053" w:rsidRDefault="00BE105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053" w:rsidRDefault="00BF00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E10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54C3">
      <w:rPr>
        <w:rStyle w:val="a5"/>
        <w:noProof/>
      </w:rPr>
      <w:t>3</w:t>
    </w:r>
    <w:r>
      <w:rPr>
        <w:rStyle w:val="a5"/>
      </w:rPr>
      <w:fldChar w:fldCharType="end"/>
    </w:r>
  </w:p>
  <w:p w:rsidR="00BE1053" w:rsidRDefault="00BE105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color w:val="auto"/>
      </w:rPr>
    </w:lvl>
  </w:abstractNum>
  <w:abstractNum w:abstractNumId="2">
    <w:nsid w:val="057F7C77"/>
    <w:multiLevelType w:val="hybridMultilevel"/>
    <w:tmpl w:val="5282BB06"/>
    <w:lvl w:ilvl="0" w:tplc="70EC9F0E">
      <w:start w:val="1"/>
      <w:numFmt w:val="bullet"/>
      <w:lvlText w:val="-"/>
      <w:lvlJc w:val="left"/>
      <w:pPr>
        <w:tabs>
          <w:tab w:val="num" w:pos="1784"/>
        </w:tabs>
        <w:ind w:left="178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A5391"/>
    <w:multiLevelType w:val="hybridMultilevel"/>
    <w:tmpl w:val="3530C0A2"/>
    <w:lvl w:ilvl="0" w:tplc="CD06F0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161F33"/>
    <w:multiLevelType w:val="hybridMultilevel"/>
    <w:tmpl w:val="474C876C"/>
    <w:lvl w:ilvl="0" w:tplc="70EC9F0E">
      <w:start w:val="1"/>
      <w:numFmt w:val="bullet"/>
      <w:lvlText w:val="-"/>
      <w:lvlJc w:val="left"/>
      <w:pPr>
        <w:tabs>
          <w:tab w:val="num" w:pos="1784"/>
        </w:tabs>
        <w:ind w:left="178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9177BE"/>
    <w:multiLevelType w:val="singleLevel"/>
    <w:tmpl w:val="151409D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A3F3992"/>
    <w:multiLevelType w:val="hybridMultilevel"/>
    <w:tmpl w:val="A6708CD0"/>
    <w:lvl w:ilvl="0" w:tplc="70EC9F0E">
      <w:start w:val="1"/>
      <w:numFmt w:val="bullet"/>
      <w:lvlText w:val="-"/>
      <w:lvlJc w:val="left"/>
      <w:pPr>
        <w:tabs>
          <w:tab w:val="num" w:pos="1784"/>
        </w:tabs>
        <w:ind w:left="178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EC3A7F"/>
    <w:multiLevelType w:val="hybridMultilevel"/>
    <w:tmpl w:val="D97CED38"/>
    <w:lvl w:ilvl="0" w:tplc="70EC9F0E">
      <w:start w:val="1"/>
      <w:numFmt w:val="bullet"/>
      <w:lvlText w:val="-"/>
      <w:lvlJc w:val="left"/>
      <w:pPr>
        <w:tabs>
          <w:tab w:val="num" w:pos="1784"/>
        </w:tabs>
        <w:ind w:left="178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F35FE2"/>
    <w:multiLevelType w:val="singleLevel"/>
    <w:tmpl w:val="151409D0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hint="default"/>
      </w:rPr>
    </w:lvl>
  </w:abstractNum>
  <w:abstractNum w:abstractNumId="9">
    <w:nsid w:val="6E8E1805"/>
    <w:multiLevelType w:val="hybridMultilevel"/>
    <w:tmpl w:val="75584C82"/>
    <w:lvl w:ilvl="0" w:tplc="70EC9F0E">
      <w:start w:val="1"/>
      <w:numFmt w:val="bullet"/>
      <w:lvlText w:val="-"/>
      <w:lvlJc w:val="left"/>
      <w:pPr>
        <w:tabs>
          <w:tab w:val="num" w:pos="1784"/>
        </w:tabs>
        <w:ind w:left="178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9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D98"/>
    <w:rsid w:val="0000191E"/>
    <w:rsid w:val="00002D99"/>
    <w:rsid w:val="00005FE9"/>
    <w:rsid w:val="00005FFE"/>
    <w:rsid w:val="000321C5"/>
    <w:rsid w:val="00032278"/>
    <w:rsid w:val="00040355"/>
    <w:rsid w:val="000447A3"/>
    <w:rsid w:val="000678A8"/>
    <w:rsid w:val="00091EA2"/>
    <w:rsid w:val="00094C37"/>
    <w:rsid w:val="000A4A4E"/>
    <w:rsid w:val="000C5AD7"/>
    <w:rsid w:val="00100120"/>
    <w:rsid w:val="0010297A"/>
    <w:rsid w:val="00117B1F"/>
    <w:rsid w:val="00117E46"/>
    <w:rsid w:val="00132DF9"/>
    <w:rsid w:val="00150117"/>
    <w:rsid w:val="00150BBE"/>
    <w:rsid w:val="001536B5"/>
    <w:rsid w:val="00166BED"/>
    <w:rsid w:val="00166C2E"/>
    <w:rsid w:val="00191FB1"/>
    <w:rsid w:val="00194247"/>
    <w:rsid w:val="00197184"/>
    <w:rsid w:val="001A2105"/>
    <w:rsid w:val="001C2C34"/>
    <w:rsid w:val="001D39F7"/>
    <w:rsid w:val="001D567F"/>
    <w:rsid w:val="001E4599"/>
    <w:rsid w:val="001E7124"/>
    <w:rsid w:val="00203055"/>
    <w:rsid w:val="00204F18"/>
    <w:rsid w:val="0021267D"/>
    <w:rsid w:val="00230CD3"/>
    <w:rsid w:val="002341F5"/>
    <w:rsid w:val="0025478B"/>
    <w:rsid w:val="00263FFE"/>
    <w:rsid w:val="00276760"/>
    <w:rsid w:val="0028621B"/>
    <w:rsid w:val="00287120"/>
    <w:rsid w:val="0028729D"/>
    <w:rsid w:val="002A280B"/>
    <w:rsid w:val="002A6C88"/>
    <w:rsid w:val="002B2099"/>
    <w:rsid w:val="002C78DD"/>
    <w:rsid w:val="002E35D1"/>
    <w:rsid w:val="002F1A61"/>
    <w:rsid w:val="00301BC3"/>
    <w:rsid w:val="003208E2"/>
    <w:rsid w:val="00323E8F"/>
    <w:rsid w:val="00326670"/>
    <w:rsid w:val="00326F76"/>
    <w:rsid w:val="00361091"/>
    <w:rsid w:val="00363280"/>
    <w:rsid w:val="00363D9D"/>
    <w:rsid w:val="003758AA"/>
    <w:rsid w:val="00381089"/>
    <w:rsid w:val="003823E2"/>
    <w:rsid w:val="003936F0"/>
    <w:rsid w:val="003A07D9"/>
    <w:rsid w:val="003A22C7"/>
    <w:rsid w:val="003B5511"/>
    <w:rsid w:val="003C1BCD"/>
    <w:rsid w:val="003C3105"/>
    <w:rsid w:val="003D2DEC"/>
    <w:rsid w:val="003D4243"/>
    <w:rsid w:val="003D5E75"/>
    <w:rsid w:val="003D7599"/>
    <w:rsid w:val="003F1CE5"/>
    <w:rsid w:val="00411E61"/>
    <w:rsid w:val="00432F8A"/>
    <w:rsid w:val="004340B2"/>
    <w:rsid w:val="004577DC"/>
    <w:rsid w:val="004837D3"/>
    <w:rsid w:val="004911D6"/>
    <w:rsid w:val="004B437C"/>
    <w:rsid w:val="004C5409"/>
    <w:rsid w:val="004D2783"/>
    <w:rsid w:val="004D3030"/>
    <w:rsid w:val="004D41C3"/>
    <w:rsid w:val="004D6F04"/>
    <w:rsid w:val="004E4E86"/>
    <w:rsid w:val="004E7D0C"/>
    <w:rsid w:val="004F096E"/>
    <w:rsid w:val="00503A54"/>
    <w:rsid w:val="00521896"/>
    <w:rsid w:val="0052209F"/>
    <w:rsid w:val="005262B0"/>
    <w:rsid w:val="005743E7"/>
    <w:rsid w:val="00595981"/>
    <w:rsid w:val="005A3089"/>
    <w:rsid w:val="005A6BD2"/>
    <w:rsid w:val="005C764A"/>
    <w:rsid w:val="005E11F8"/>
    <w:rsid w:val="005E1AC8"/>
    <w:rsid w:val="00601526"/>
    <w:rsid w:val="0062217F"/>
    <w:rsid w:val="00623A6E"/>
    <w:rsid w:val="0062691E"/>
    <w:rsid w:val="006334A7"/>
    <w:rsid w:val="00641510"/>
    <w:rsid w:val="006454C3"/>
    <w:rsid w:val="00670176"/>
    <w:rsid w:val="0068183C"/>
    <w:rsid w:val="006857E8"/>
    <w:rsid w:val="006A5C66"/>
    <w:rsid w:val="006B12F8"/>
    <w:rsid w:val="006B1D90"/>
    <w:rsid w:val="006C5821"/>
    <w:rsid w:val="006C745B"/>
    <w:rsid w:val="006D397F"/>
    <w:rsid w:val="006E362B"/>
    <w:rsid w:val="00700EF7"/>
    <w:rsid w:val="00701307"/>
    <w:rsid w:val="007028D2"/>
    <w:rsid w:val="007054FF"/>
    <w:rsid w:val="00711DCF"/>
    <w:rsid w:val="0071201E"/>
    <w:rsid w:val="00713C24"/>
    <w:rsid w:val="0072790D"/>
    <w:rsid w:val="0073734E"/>
    <w:rsid w:val="00752D1D"/>
    <w:rsid w:val="00757B24"/>
    <w:rsid w:val="00764B94"/>
    <w:rsid w:val="00767D74"/>
    <w:rsid w:val="00774872"/>
    <w:rsid w:val="00774B6A"/>
    <w:rsid w:val="00785A2B"/>
    <w:rsid w:val="007A00B0"/>
    <w:rsid w:val="007A69D5"/>
    <w:rsid w:val="007C49E9"/>
    <w:rsid w:val="007C74D5"/>
    <w:rsid w:val="007D10E0"/>
    <w:rsid w:val="007F715F"/>
    <w:rsid w:val="0080105A"/>
    <w:rsid w:val="00810E69"/>
    <w:rsid w:val="00845D1A"/>
    <w:rsid w:val="00855019"/>
    <w:rsid w:val="0085718B"/>
    <w:rsid w:val="00867B80"/>
    <w:rsid w:val="00885025"/>
    <w:rsid w:val="0089391B"/>
    <w:rsid w:val="008953CA"/>
    <w:rsid w:val="008A5F20"/>
    <w:rsid w:val="008B1CD8"/>
    <w:rsid w:val="008E17CE"/>
    <w:rsid w:val="008E5508"/>
    <w:rsid w:val="00943022"/>
    <w:rsid w:val="00956F7F"/>
    <w:rsid w:val="0096526A"/>
    <w:rsid w:val="00965F9C"/>
    <w:rsid w:val="00967966"/>
    <w:rsid w:val="00970A5F"/>
    <w:rsid w:val="009719A0"/>
    <w:rsid w:val="00977253"/>
    <w:rsid w:val="009A36AA"/>
    <w:rsid w:val="009A7F58"/>
    <w:rsid w:val="009C5EAE"/>
    <w:rsid w:val="009D1F1E"/>
    <w:rsid w:val="009F1081"/>
    <w:rsid w:val="00A00613"/>
    <w:rsid w:val="00A20E9B"/>
    <w:rsid w:val="00A2122E"/>
    <w:rsid w:val="00A37CA4"/>
    <w:rsid w:val="00A42588"/>
    <w:rsid w:val="00A42790"/>
    <w:rsid w:val="00A42B80"/>
    <w:rsid w:val="00A87B26"/>
    <w:rsid w:val="00A91A30"/>
    <w:rsid w:val="00A93AFE"/>
    <w:rsid w:val="00A96A44"/>
    <w:rsid w:val="00AA1162"/>
    <w:rsid w:val="00AA5203"/>
    <w:rsid w:val="00AB3868"/>
    <w:rsid w:val="00AC269D"/>
    <w:rsid w:val="00AC2BE0"/>
    <w:rsid w:val="00AC6D98"/>
    <w:rsid w:val="00AD4098"/>
    <w:rsid w:val="00AE0EE3"/>
    <w:rsid w:val="00AE24A8"/>
    <w:rsid w:val="00AE4333"/>
    <w:rsid w:val="00AF4634"/>
    <w:rsid w:val="00AF4A00"/>
    <w:rsid w:val="00B00C13"/>
    <w:rsid w:val="00B01205"/>
    <w:rsid w:val="00B13833"/>
    <w:rsid w:val="00B25AE6"/>
    <w:rsid w:val="00B26DDE"/>
    <w:rsid w:val="00B32305"/>
    <w:rsid w:val="00B534C1"/>
    <w:rsid w:val="00B53C43"/>
    <w:rsid w:val="00B5751F"/>
    <w:rsid w:val="00B64525"/>
    <w:rsid w:val="00B67402"/>
    <w:rsid w:val="00BA1328"/>
    <w:rsid w:val="00BD084A"/>
    <w:rsid w:val="00BD0E2E"/>
    <w:rsid w:val="00BD17BF"/>
    <w:rsid w:val="00BD6655"/>
    <w:rsid w:val="00BE1053"/>
    <w:rsid w:val="00BE31C1"/>
    <w:rsid w:val="00BF009B"/>
    <w:rsid w:val="00BF5359"/>
    <w:rsid w:val="00BF6F75"/>
    <w:rsid w:val="00BF7FC7"/>
    <w:rsid w:val="00C108C9"/>
    <w:rsid w:val="00C11D32"/>
    <w:rsid w:val="00C37A70"/>
    <w:rsid w:val="00C5189E"/>
    <w:rsid w:val="00C5491F"/>
    <w:rsid w:val="00C577AB"/>
    <w:rsid w:val="00C64C94"/>
    <w:rsid w:val="00C83B09"/>
    <w:rsid w:val="00C90029"/>
    <w:rsid w:val="00C91ECA"/>
    <w:rsid w:val="00C96FC9"/>
    <w:rsid w:val="00CA2A9C"/>
    <w:rsid w:val="00CB51E2"/>
    <w:rsid w:val="00CB62CD"/>
    <w:rsid w:val="00CB758A"/>
    <w:rsid w:val="00CB7C70"/>
    <w:rsid w:val="00CC0780"/>
    <w:rsid w:val="00CD34BB"/>
    <w:rsid w:val="00CD4DAC"/>
    <w:rsid w:val="00CE20F1"/>
    <w:rsid w:val="00D26690"/>
    <w:rsid w:val="00D269C4"/>
    <w:rsid w:val="00D50FAA"/>
    <w:rsid w:val="00D65A61"/>
    <w:rsid w:val="00D70D2C"/>
    <w:rsid w:val="00D74421"/>
    <w:rsid w:val="00D754A3"/>
    <w:rsid w:val="00D92190"/>
    <w:rsid w:val="00DE008A"/>
    <w:rsid w:val="00DF2883"/>
    <w:rsid w:val="00E1379B"/>
    <w:rsid w:val="00E161D2"/>
    <w:rsid w:val="00E260BC"/>
    <w:rsid w:val="00E279A1"/>
    <w:rsid w:val="00E34B65"/>
    <w:rsid w:val="00E42F96"/>
    <w:rsid w:val="00E53928"/>
    <w:rsid w:val="00E63F60"/>
    <w:rsid w:val="00E653F8"/>
    <w:rsid w:val="00E66F38"/>
    <w:rsid w:val="00E70628"/>
    <w:rsid w:val="00E747D1"/>
    <w:rsid w:val="00E76F70"/>
    <w:rsid w:val="00E838F4"/>
    <w:rsid w:val="00E8445A"/>
    <w:rsid w:val="00E915C2"/>
    <w:rsid w:val="00EB54AE"/>
    <w:rsid w:val="00EB5FC5"/>
    <w:rsid w:val="00EC3A9B"/>
    <w:rsid w:val="00EC540C"/>
    <w:rsid w:val="00ED0635"/>
    <w:rsid w:val="00F17DE1"/>
    <w:rsid w:val="00F27863"/>
    <w:rsid w:val="00F34E1B"/>
    <w:rsid w:val="00F80AD9"/>
    <w:rsid w:val="00F826F4"/>
    <w:rsid w:val="00F965FB"/>
    <w:rsid w:val="00FB0513"/>
    <w:rsid w:val="00FB6090"/>
    <w:rsid w:val="00FD2112"/>
    <w:rsid w:val="00FE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4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C764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5C764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C764A"/>
    <w:pPr>
      <w:keepNext/>
      <w:spacing w:line="360" w:lineRule="auto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47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747D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E747D1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5C76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747D1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5C764A"/>
    <w:rPr>
      <w:rFonts w:cs="Times New Roman"/>
    </w:rPr>
  </w:style>
  <w:style w:type="paragraph" w:styleId="a6">
    <w:name w:val="Body Text"/>
    <w:basedOn w:val="a"/>
    <w:link w:val="a7"/>
    <w:uiPriority w:val="99"/>
    <w:rsid w:val="005C764A"/>
    <w:pPr>
      <w:spacing w:line="360" w:lineRule="auto"/>
      <w:jc w:val="both"/>
    </w:pPr>
    <w:rPr>
      <w:sz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747D1"/>
    <w:rPr>
      <w:rFonts w:cs="Times New Roman"/>
      <w:sz w:val="20"/>
      <w:szCs w:val="20"/>
    </w:rPr>
  </w:style>
  <w:style w:type="paragraph" w:styleId="a8">
    <w:name w:val="Document Map"/>
    <w:basedOn w:val="a"/>
    <w:link w:val="a9"/>
    <w:uiPriority w:val="99"/>
    <w:semiHidden/>
    <w:rsid w:val="00005FE9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E747D1"/>
    <w:rPr>
      <w:rFonts w:cs="Times New Roman"/>
      <w:sz w:val="2"/>
    </w:rPr>
  </w:style>
  <w:style w:type="paragraph" w:customStyle="1" w:styleId="ConsPlusNormal">
    <w:name w:val="ConsPlusNormal"/>
    <w:uiPriority w:val="99"/>
    <w:rsid w:val="00965F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No Spacing"/>
    <w:uiPriority w:val="99"/>
    <w:qFormat/>
    <w:rsid w:val="00CB7C70"/>
    <w:pPr>
      <w:suppressAutoHyphens/>
    </w:pPr>
    <w:rPr>
      <w:rFonts w:ascii="Calibri" w:hAnsi="Calibri"/>
      <w:lang w:eastAsia="ar-SA"/>
    </w:rPr>
  </w:style>
  <w:style w:type="paragraph" w:styleId="ab">
    <w:name w:val="Balloon Text"/>
    <w:basedOn w:val="a"/>
    <w:link w:val="ac"/>
    <w:uiPriority w:val="99"/>
    <w:semiHidden/>
    <w:rsid w:val="00CE20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A6BD2"/>
    <w:rPr>
      <w:rFonts w:cs="Times New Roman"/>
      <w:sz w:val="2"/>
    </w:rPr>
  </w:style>
  <w:style w:type="character" w:styleId="ad">
    <w:name w:val="Hyperlink"/>
    <w:semiHidden/>
    <w:unhideWhenUsed/>
    <w:rsid w:val="004D41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8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pr@adm.podolsk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12770;fld=134;dst=10192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996;fld=134;dst=38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parzhatkina\Desktop\Documents\&#1044;&#1054;&#1050;&#1059;&#1052;&#1045;&#1053;&#1058;&#1067;%20&#1054;&#1058;&#1044;&#1045;&#1051;&#1040;\&#1057;&#1059;&#1044;\&#1052;&#1080;&#1088;&#1086;&#1074;&#1086;&#1084;&#1091;%20&#1089;&#1091;&#1076;&#110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Мировому судье</Template>
  <TotalTime>151</TotalTime>
  <Pages>3</Pages>
  <Words>923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nparzhatkina</dc:creator>
  <cp:keywords/>
  <dc:description/>
  <cp:lastModifiedBy>Аржаткина Надежда Петровна</cp:lastModifiedBy>
  <cp:revision>42</cp:revision>
  <cp:lastPrinted>2013-12-27T10:49:00Z</cp:lastPrinted>
  <dcterms:created xsi:type="dcterms:W3CDTF">2013-12-23T11:37:00Z</dcterms:created>
  <dcterms:modified xsi:type="dcterms:W3CDTF">2019-01-30T09:17:00Z</dcterms:modified>
</cp:coreProperties>
</file>